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9052D" w14:textId="77777777" w:rsidR="000719BB" w:rsidRDefault="000719BB" w:rsidP="0004755D">
      <w:pPr>
        <w:pStyle w:val="Titul2"/>
      </w:pPr>
    </w:p>
    <w:p w14:paraId="31685DB9" w14:textId="77777777" w:rsidR="00826B7B" w:rsidRDefault="00826B7B" w:rsidP="0004755D">
      <w:pPr>
        <w:pStyle w:val="Titul2"/>
      </w:pPr>
    </w:p>
    <w:p w14:paraId="0BE05BE6" w14:textId="77777777" w:rsidR="00DA1C67" w:rsidRDefault="00DA1C67" w:rsidP="0004755D">
      <w:pPr>
        <w:pStyle w:val="Titul2"/>
      </w:pPr>
    </w:p>
    <w:p w14:paraId="39324A4A" w14:textId="77777777" w:rsidR="003254A3" w:rsidRPr="000719BB" w:rsidRDefault="00BD76C3" w:rsidP="0004755D">
      <w:pPr>
        <w:pStyle w:val="Titul2"/>
      </w:pPr>
      <w:r>
        <w:t>Příloha č. 2 c)</w:t>
      </w:r>
    </w:p>
    <w:p w14:paraId="5958DA83" w14:textId="77777777" w:rsidR="003254A3" w:rsidRDefault="003254A3" w:rsidP="0004755D">
      <w:pPr>
        <w:pStyle w:val="Titul2"/>
      </w:pPr>
    </w:p>
    <w:p w14:paraId="40C3C76E" w14:textId="77777777" w:rsidR="00AD0C7B" w:rsidRDefault="00BD76C3" w:rsidP="0004755D">
      <w:pPr>
        <w:pStyle w:val="Titul1"/>
      </w:pPr>
      <w:r>
        <w:t>Zvláštní</w:t>
      </w:r>
      <w:r w:rsidR="00AD0C7B">
        <w:t xml:space="preserve"> technické podmínky</w:t>
      </w:r>
    </w:p>
    <w:p w14:paraId="31C699C2" w14:textId="77777777" w:rsidR="00AD0C7B" w:rsidRDefault="00AD0C7B" w:rsidP="0004755D">
      <w:pPr>
        <w:pStyle w:val="Titul2"/>
      </w:pPr>
    </w:p>
    <w:p w14:paraId="2B05764D" w14:textId="77777777" w:rsidR="00EB46E5" w:rsidRPr="00BF54FE" w:rsidRDefault="00EB46E5" w:rsidP="0004755D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B98451D" w14:textId="77777777" w:rsidR="002007BA" w:rsidRDefault="002007BA" w:rsidP="0004755D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A294F6C3BB04DB6B21759FB222105AB"/>
        </w:placeholder>
        <w:text w:multiLine="1"/>
      </w:sdtPr>
      <w:sdtEndPr>
        <w:rPr>
          <w:rStyle w:val="Nzevakce"/>
        </w:rPr>
      </w:sdtEndPr>
      <w:sdtContent>
        <w:p w14:paraId="6BA0148B" w14:textId="27DA31A9" w:rsidR="00BF54FE" w:rsidRDefault="00C74245" w:rsidP="0004755D">
          <w:pPr>
            <w:pStyle w:val="Tituldatum"/>
          </w:pPr>
          <w:r>
            <w:rPr>
              <w:rStyle w:val="Nzevakce"/>
            </w:rPr>
            <w:t>Rekonstrukce mostu v km 118,646 trati Frýdek-Místek - Český Těšín</w:t>
          </w:r>
        </w:p>
      </w:sdtContent>
    </w:sdt>
    <w:p w14:paraId="7740FC5F" w14:textId="77777777" w:rsidR="00BF54FE" w:rsidRDefault="00BF54FE" w:rsidP="0004755D">
      <w:pPr>
        <w:pStyle w:val="Tituldatum"/>
      </w:pPr>
    </w:p>
    <w:p w14:paraId="131ECDAA" w14:textId="77777777" w:rsidR="009226C1" w:rsidRDefault="009226C1" w:rsidP="0004755D">
      <w:pPr>
        <w:pStyle w:val="Tituldatum"/>
      </w:pPr>
    </w:p>
    <w:p w14:paraId="1FC49DB2" w14:textId="77777777" w:rsidR="00DA1C67" w:rsidRDefault="00DA1C67" w:rsidP="0004755D">
      <w:pPr>
        <w:pStyle w:val="Tituldatum"/>
      </w:pPr>
      <w:bookmarkStart w:id="0" w:name="_GoBack"/>
      <w:bookmarkEnd w:id="0"/>
    </w:p>
    <w:p w14:paraId="54E26C36" w14:textId="77777777" w:rsidR="00DA1C67" w:rsidRDefault="00DA1C67" w:rsidP="0004755D">
      <w:pPr>
        <w:pStyle w:val="Tituldatum"/>
      </w:pPr>
    </w:p>
    <w:p w14:paraId="0D5E3673" w14:textId="77777777" w:rsidR="003B111D" w:rsidRDefault="003B111D" w:rsidP="0004755D">
      <w:pPr>
        <w:pStyle w:val="Tituldatum"/>
      </w:pPr>
    </w:p>
    <w:p w14:paraId="725BA3A7" w14:textId="69C148DA" w:rsidR="00826B7B" w:rsidRPr="006C2343" w:rsidRDefault="006C2343" w:rsidP="0004755D">
      <w:pPr>
        <w:pStyle w:val="Tituldatum"/>
      </w:pPr>
      <w:r w:rsidRPr="006C2343">
        <w:t xml:space="preserve">Datum vydání: </w:t>
      </w:r>
      <w:r w:rsidRPr="006C2343">
        <w:tab/>
      </w:r>
      <w:r w:rsidR="008D0009">
        <w:t>3</w:t>
      </w:r>
      <w:r w:rsidR="00C74245">
        <w:t>1</w:t>
      </w:r>
      <w:r w:rsidRPr="00D52D11">
        <w:t xml:space="preserve">. </w:t>
      </w:r>
      <w:r w:rsidR="00E90588">
        <w:t>5</w:t>
      </w:r>
      <w:r w:rsidRPr="00D52D11">
        <w:t>. 20</w:t>
      </w:r>
      <w:r w:rsidR="00C93783" w:rsidRPr="00D52D11">
        <w:t>21</w:t>
      </w:r>
      <w:r w:rsidR="0076790E">
        <w:t xml:space="preserve"> </w:t>
      </w:r>
    </w:p>
    <w:p w14:paraId="40A2419E" w14:textId="77777777" w:rsidR="00826B7B" w:rsidRDefault="00826B7B" w:rsidP="0004755D">
      <w:r>
        <w:br w:type="page"/>
      </w:r>
    </w:p>
    <w:p w14:paraId="2BBC1F4B" w14:textId="77777777" w:rsidR="00BD7E91" w:rsidRDefault="00BD7E91" w:rsidP="0004755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0D70ACC" w14:textId="745DACF1" w:rsidR="00EC17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020252" w:history="1">
        <w:r w:rsidR="00EC17E0" w:rsidRPr="00011BBA">
          <w:rPr>
            <w:rStyle w:val="Hypertextovodkaz"/>
          </w:rPr>
          <w:t>SEZNAM ZKRATEK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_Toc73020252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3</w:t>
        </w:r>
        <w:r w:rsidR="00EC17E0">
          <w:rPr>
            <w:noProof/>
            <w:webHidden/>
          </w:rPr>
          <w:fldChar w:fldCharType="end"/>
        </w:r>
      </w:hyperlink>
    </w:p>
    <w:p w14:paraId="34C61B23" w14:textId="302534AE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53" w:history="1">
        <w:r w:rsidR="00EC17E0" w:rsidRPr="00011BBA">
          <w:rPr>
            <w:rStyle w:val="Hypertextovodkaz"/>
          </w:rPr>
          <w:t>1.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SPECIFIKACE PŘEDMĚTU DÍLA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_Toc73020253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2F0BDE30" w14:textId="00E5F6C4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54" w:history="1">
        <w:r w:rsidR="00EC17E0" w:rsidRPr="00011BBA">
          <w:rPr>
            <w:rStyle w:val="Hypertextovodkaz"/>
            <w:rFonts w:asciiTheme="majorHAnsi" w:hAnsiTheme="majorHAnsi"/>
          </w:rPr>
          <w:t>1.1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Účel a rozsah předmětu Díla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_Toc73020254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7557B46C" w14:textId="53B64C56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55" w:history="1">
        <w:r w:rsidR="00EC17E0" w:rsidRPr="00011BBA">
          <w:rPr>
            <w:rStyle w:val="Hypertextovodkaz"/>
            <w:rFonts w:asciiTheme="majorHAnsi" w:hAnsiTheme="majorHAnsi"/>
          </w:rPr>
          <w:t>1.2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Umístění stavby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_Toc73020255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40B17D09" w14:textId="61E53788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56" w:history="1">
        <w:r w:rsidR="00EC17E0" w:rsidRPr="00011BBA">
          <w:rPr>
            <w:rStyle w:val="Hypertextovodkaz"/>
          </w:rPr>
          <w:t>2.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PŘEHLED VÝCHOZÍCH PODKLADŮ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_Toc73020256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74168806" w14:textId="66A8A595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57" w:history="1">
        <w:r w:rsidR="00EC17E0" w:rsidRPr="00011BBA">
          <w:rPr>
            <w:rStyle w:val="Hypertextovodkaz"/>
            <w:rFonts w:asciiTheme="majorHAnsi" w:hAnsiTheme="majorHAnsi"/>
          </w:rPr>
          <w:t>2.1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Projektová dokumentace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_Toc73020257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1F6D5281" w14:textId="5F072CD9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58" w:history="1">
        <w:r w:rsidR="00EC17E0" w:rsidRPr="00011BBA">
          <w:rPr>
            <w:rStyle w:val="Hypertextovodkaz"/>
            <w:rFonts w:asciiTheme="majorHAnsi" w:hAnsiTheme="majorHAnsi"/>
          </w:rPr>
          <w:t>2.2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Související dokumentace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_Toc73020258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4</w:t>
        </w:r>
        <w:r w:rsidR="00EC17E0">
          <w:rPr>
            <w:noProof/>
            <w:webHidden/>
          </w:rPr>
          <w:fldChar w:fldCharType="end"/>
        </w:r>
      </w:hyperlink>
    </w:p>
    <w:p w14:paraId="4002F050" w14:textId="0E20F3B0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59" w:history="1">
        <w:r w:rsidR="00EC17E0" w:rsidRPr="00011BBA">
          <w:rPr>
            <w:rStyle w:val="Hypertextovodkaz"/>
          </w:rPr>
          <w:t>3.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KOORDINACE S JINÝMI STAVBAMI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_Toc73020259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5</w:t>
        </w:r>
        <w:r w:rsidR="00EC17E0">
          <w:rPr>
            <w:noProof/>
            <w:webHidden/>
          </w:rPr>
          <w:fldChar w:fldCharType="end"/>
        </w:r>
      </w:hyperlink>
    </w:p>
    <w:p w14:paraId="4BC9F18C" w14:textId="5A2C43DC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60" w:history="1">
        <w:r w:rsidR="00EC17E0" w:rsidRPr="00011BBA">
          <w:rPr>
            <w:rStyle w:val="Hypertextovodkaz"/>
          </w:rPr>
          <w:t>4.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ZVLÁŠTNÍ TECHNICKÉ PODMÍNKY A POŽADAVKY NA PROVEDENÍ DÍLA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_Toc73020260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5</w:t>
        </w:r>
        <w:r w:rsidR="00EC17E0">
          <w:rPr>
            <w:noProof/>
            <w:webHidden/>
          </w:rPr>
          <w:fldChar w:fldCharType="end"/>
        </w:r>
      </w:hyperlink>
    </w:p>
    <w:p w14:paraId="1D446273" w14:textId="6156CDFA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1" w:history="1">
        <w:r w:rsidR="00EC17E0" w:rsidRPr="00011BBA">
          <w:rPr>
            <w:rStyle w:val="Hypertextovodkaz"/>
            <w:rFonts w:asciiTheme="majorHAnsi" w:hAnsiTheme="majorHAnsi"/>
          </w:rPr>
          <w:t>4.1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Všeobecně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_Toc73020261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5</w:t>
        </w:r>
        <w:r w:rsidR="00EC17E0">
          <w:rPr>
            <w:noProof/>
            <w:webHidden/>
          </w:rPr>
          <w:fldChar w:fldCharType="end"/>
        </w:r>
      </w:hyperlink>
    </w:p>
    <w:p w14:paraId="6381A067" w14:textId="0D759372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2" w:history="1">
        <w:r w:rsidR="00EC17E0" w:rsidRPr="00011BBA">
          <w:rPr>
            <w:rStyle w:val="Hypertextovodkaz"/>
            <w:rFonts w:asciiTheme="majorHAnsi" w:hAnsiTheme="majorHAnsi"/>
          </w:rPr>
          <w:t>4.2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Zeměměřická činnost zhotovitele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_Toc73020262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6</w:t>
        </w:r>
        <w:r w:rsidR="00EC17E0">
          <w:rPr>
            <w:noProof/>
            <w:webHidden/>
          </w:rPr>
          <w:fldChar w:fldCharType="end"/>
        </w:r>
      </w:hyperlink>
    </w:p>
    <w:p w14:paraId="7EF38C52" w14:textId="3973241E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3" w:history="1">
        <w:r w:rsidR="00EC17E0" w:rsidRPr="00011BBA">
          <w:rPr>
            <w:rStyle w:val="Hypertextovodkaz"/>
            <w:rFonts w:asciiTheme="majorHAnsi" w:hAnsiTheme="majorHAnsi"/>
          </w:rPr>
          <w:t>4.3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Majetkové vypořádání během zhotovení stavby a po jejím dokončení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_Toc73020263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6</w:t>
        </w:r>
        <w:r w:rsidR="00EC17E0">
          <w:rPr>
            <w:noProof/>
            <w:webHidden/>
          </w:rPr>
          <w:fldChar w:fldCharType="end"/>
        </w:r>
      </w:hyperlink>
    </w:p>
    <w:p w14:paraId="605B1E1F" w14:textId="6A43F2AB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4" w:history="1">
        <w:r w:rsidR="00EC17E0" w:rsidRPr="00011BBA">
          <w:rPr>
            <w:rStyle w:val="Hypertextovodkaz"/>
            <w:rFonts w:asciiTheme="majorHAnsi" w:hAnsiTheme="majorHAnsi"/>
          </w:rPr>
          <w:t>4.4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Doklady překládané zhotovitelem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_Toc73020264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7</w:t>
        </w:r>
        <w:r w:rsidR="00EC17E0">
          <w:rPr>
            <w:noProof/>
            <w:webHidden/>
          </w:rPr>
          <w:fldChar w:fldCharType="end"/>
        </w:r>
      </w:hyperlink>
    </w:p>
    <w:p w14:paraId="229F80AD" w14:textId="381C5276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5" w:history="1">
        <w:r w:rsidR="00EC17E0" w:rsidRPr="00011BBA">
          <w:rPr>
            <w:rStyle w:val="Hypertextovodkaz"/>
            <w:rFonts w:asciiTheme="majorHAnsi" w:hAnsiTheme="majorHAnsi"/>
          </w:rPr>
          <w:t>4.5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Dokumentace zhotovitele pro stavbu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_Toc73020265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7</w:t>
        </w:r>
        <w:r w:rsidR="00EC17E0">
          <w:rPr>
            <w:noProof/>
            <w:webHidden/>
          </w:rPr>
          <w:fldChar w:fldCharType="end"/>
        </w:r>
      </w:hyperlink>
    </w:p>
    <w:p w14:paraId="5C183886" w14:textId="1955558B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6" w:history="1">
        <w:r w:rsidR="00EC17E0" w:rsidRPr="00011BBA">
          <w:rPr>
            <w:rStyle w:val="Hypertextovodkaz"/>
            <w:rFonts w:asciiTheme="majorHAnsi" w:hAnsiTheme="majorHAnsi"/>
          </w:rPr>
          <w:t>4.6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Dokumentace skutečného provedení stavby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_Toc73020266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283D580E" w14:textId="74A5EC6D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7" w:history="1">
        <w:r w:rsidR="00EC17E0" w:rsidRPr="00011BBA">
          <w:rPr>
            <w:rStyle w:val="Hypertextovodkaz"/>
            <w:rFonts w:asciiTheme="majorHAnsi" w:hAnsiTheme="majorHAnsi"/>
          </w:rPr>
          <w:t>4.7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Sdělovací zařízení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_Toc73020267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5467CFBA" w14:textId="3A6E35B4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8" w:history="1">
        <w:r w:rsidR="00EC17E0" w:rsidRPr="00011BBA">
          <w:rPr>
            <w:rStyle w:val="Hypertextovodkaz"/>
            <w:rFonts w:asciiTheme="majorHAnsi" w:hAnsiTheme="majorHAnsi"/>
          </w:rPr>
          <w:t>4.8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Mosty, propustky a zdi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_Toc73020268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2D98E6B7" w14:textId="7E5BA8C9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69" w:history="1">
        <w:r w:rsidR="00EC17E0" w:rsidRPr="00011BBA">
          <w:rPr>
            <w:rStyle w:val="Hypertextovodkaz"/>
            <w:rFonts w:asciiTheme="majorHAnsi" w:hAnsiTheme="majorHAnsi"/>
          </w:rPr>
          <w:t>4.9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Vyzískaný materiál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_Toc73020269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5DD7D3A5" w14:textId="18C37718" w:rsidR="00EC17E0" w:rsidRDefault="00045F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020270" w:history="1">
        <w:r w:rsidR="00EC17E0" w:rsidRPr="00011BBA">
          <w:rPr>
            <w:rStyle w:val="Hypertextovodkaz"/>
            <w:rFonts w:asciiTheme="majorHAnsi" w:hAnsiTheme="majorHAnsi"/>
          </w:rPr>
          <w:t>4.10</w:t>
        </w:r>
        <w:r w:rsidR="00EC17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Životní prostředí a nakládání s odpady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_Toc73020270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3BDF40A0" w14:textId="7AE70A14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71" w:history="1">
        <w:r w:rsidR="00EC17E0" w:rsidRPr="00011BBA">
          <w:rPr>
            <w:rStyle w:val="Hypertextovodkaz"/>
          </w:rPr>
          <w:t>5.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ORGANIZACE VÝSTAVBY, VÝLUKY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_Toc73020271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8</w:t>
        </w:r>
        <w:r w:rsidR="00EC17E0">
          <w:rPr>
            <w:noProof/>
            <w:webHidden/>
          </w:rPr>
          <w:fldChar w:fldCharType="end"/>
        </w:r>
      </w:hyperlink>
    </w:p>
    <w:p w14:paraId="7EBF123D" w14:textId="5DF5C9D3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72" w:history="1">
        <w:r w:rsidR="00EC17E0" w:rsidRPr="00011BBA">
          <w:rPr>
            <w:rStyle w:val="Hypertextovodkaz"/>
          </w:rPr>
          <w:t>6.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SOUVISEJÍCÍ DOKUMENTY A PŘEDPISY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_Toc73020272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9</w:t>
        </w:r>
        <w:r w:rsidR="00EC17E0">
          <w:rPr>
            <w:noProof/>
            <w:webHidden/>
          </w:rPr>
          <w:fldChar w:fldCharType="end"/>
        </w:r>
      </w:hyperlink>
    </w:p>
    <w:p w14:paraId="032B9F61" w14:textId="4B229DF0" w:rsidR="00EC17E0" w:rsidRDefault="00045F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020273" w:history="1">
        <w:r w:rsidR="00EC17E0" w:rsidRPr="00011BBA">
          <w:rPr>
            <w:rStyle w:val="Hypertextovodkaz"/>
          </w:rPr>
          <w:t>7.</w:t>
        </w:r>
        <w:r w:rsidR="00EC17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C17E0" w:rsidRPr="00011BBA">
          <w:rPr>
            <w:rStyle w:val="Hypertextovodkaz"/>
          </w:rPr>
          <w:t>PŘÍLOHY</w:t>
        </w:r>
        <w:r w:rsidR="00EC17E0">
          <w:rPr>
            <w:noProof/>
            <w:webHidden/>
          </w:rPr>
          <w:tab/>
        </w:r>
        <w:r w:rsidR="00EC17E0">
          <w:rPr>
            <w:noProof/>
            <w:webHidden/>
          </w:rPr>
          <w:fldChar w:fldCharType="begin"/>
        </w:r>
        <w:r w:rsidR="00EC17E0">
          <w:rPr>
            <w:noProof/>
            <w:webHidden/>
          </w:rPr>
          <w:instrText xml:space="preserve"> PAGEREF _Toc73020273 \h </w:instrText>
        </w:r>
        <w:r w:rsidR="00EC17E0">
          <w:rPr>
            <w:noProof/>
            <w:webHidden/>
          </w:rPr>
        </w:r>
        <w:r w:rsidR="00EC17E0">
          <w:rPr>
            <w:noProof/>
            <w:webHidden/>
          </w:rPr>
          <w:fldChar w:fldCharType="separate"/>
        </w:r>
        <w:r w:rsidR="00EC17E0">
          <w:rPr>
            <w:noProof/>
            <w:webHidden/>
          </w:rPr>
          <w:t>9</w:t>
        </w:r>
        <w:r w:rsidR="00EC17E0">
          <w:rPr>
            <w:noProof/>
            <w:webHidden/>
          </w:rPr>
          <w:fldChar w:fldCharType="end"/>
        </w:r>
      </w:hyperlink>
    </w:p>
    <w:p w14:paraId="20557799" w14:textId="72CA9585" w:rsidR="00AD0C7B" w:rsidRDefault="00BD7E91" w:rsidP="0004755D">
      <w:r>
        <w:fldChar w:fldCharType="end"/>
      </w:r>
    </w:p>
    <w:p w14:paraId="09D9F324" w14:textId="77777777" w:rsidR="009F22F0" w:rsidRDefault="009F22F0" w:rsidP="0004755D">
      <w:pPr>
        <w:pStyle w:val="Nadpisbezsl1-1"/>
        <w:outlineLvl w:val="0"/>
      </w:pPr>
      <w:bookmarkStart w:id="1" w:name="_Toc13731854"/>
      <w:r>
        <w:br w:type="page"/>
      </w:r>
    </w:p>
    <w:p w14:paraId="0951554B" w14:textId="77777777" w:rsidR="00AD0C7B" w:rsidRDefault="00AD0C7B" w:rsidP="0004755D">
      <w:pPr>
        <w:pStyle w:val="Nadpisbezsl1-1"/>
        <w:outlineLvl w:val="0"/>
      </w:pPr>
      <w:bookmarkStart w:id="2" w:name="_Toc73020252"/>
      <w:r>
        <w:lastRenderedPageBreak/>
        <w:t>SEZNAM ZKRATEK</w:t>
      </w:r>
      <w:bookmarkEnd w:id="2"/>
      <w:r w:rsidR="0076790E">
        <w:t xml:space="preserve"> </w:t>
      </w:r>
      <w:bookmarkEnd w:id="1"/>
    </w:p>
    <w:p w14:paraId="1041CDFB" w14:textId="77777777" w:rsidR="000145C8" w:rsidRPr="003B5AAE" w:rsidRDefault="000145C8" w:rsidP="0004755D">
      <w:pPr>
        <w:pStyle w:val="Textbezslovn"/>
        <w:ind w:left="0"/>
        <w:jc w:val="left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E6DF3" w:rsidRPr="00C93783" w14:paraId="75E23212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87BE5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BPEJ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9E1D98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Arial"/>
                <w:bCs/>
              </w:rPr>
              <w:t>Bonitovaná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půdně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ekologická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jednotka</w:t>
            </w:r>
          </w:p>
        </w:tc>
      </w:tr>
      <w:tr w:rsidR="000E6DF3" w:rsidRPr="00C93783" w14:paraId="13B92B77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7E54A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13E807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Dopravní inspektorát</w:t>
            </w:r>
          </w:p>
        </w:tc>
      </w:tr>
      <w:tr w:rsidR="000E6DF3" w:rsidRPr="00C93783" w14:paraId="5665F9C9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527D2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DIO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956C3B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Dopravně-inženýrské opatření</w:t>
            </w:r>
          </w:p>
        </w:tc>
      </w:tr>
      <w:tr w:rsidR="000E6DF3" w:rsidRPr="00C93783" w14:paraId="2703DFD5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2C7282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EH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319A93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Hodnocení ekonomické efektivnosti</w:t>
            </w:r>
          </w:p>
        </w:tc>
      </w:tr>
      <w:tr w:rsidR="000E6DF3" w:rsidRPr="00C93783" w14:paraId="44776DE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AEAD7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proofErr w:type="gramStart"/>
            <w:r w:rsidRPr="00431B09">
              <w:rPr>
                <w:rFonts w:asciiTheme="minorHAnsi" w:hAnsiTheme="minorHAnsi"/>
                <w:szCs w:val="16"/>
              </w:rPr>
              <w:t>HDPE ..…</w:t>
            </w:r>
            <w:proofErr w:type="gramEnd"/>
            <w:r w:rsidRPr="00431B09">
              <w:rPr>
                <w:rFonts w:asciiTheme="minorHAnsi" w:hAnsiTheme="minorHAnsi"/>
                <w:szCs w:val="16"/>
              </w:rPr>
              <w:t>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41AC2F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Tahoma"/>
              </w:rPr>
              <w:t>Vysokohustotní</w:t>
            </w:r>
            <w:proofErr w:type="spellEnd"/>
            <w:r w:rsidRPr="00431B09">
              <w:rPr>
                <w:rFonts w:asciiTheme="minorHAnsi" w:hAnsiTheme="minorHAnsi" w:cs="Tahoma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Tahoma"/>
              </w:rPr>
              <w:t>polyethylen</w:t>
            </w:r>
            <w:proofErr w:type="spellEnd"/>
          </w:p>
        </w:tc>
      </w:tr>
      <w:tr w:rsidR="000E6DF3" w:rsidRPr="00C93783" w14:paraId="03A9234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BF0C4F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JOP……………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47F5B0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Jednotné obslužné pracoviště</w:t>
            </w:r>
          </w:p>
        </w:tc>
      </w:tr>
      <w:tr w:rsidR="000E6DF3" w:rsidRPr="00C93783" w14:paraId="58D179D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A1E94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LED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33BC74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Light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Emitting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Diode</w:t>
            </w:r>
            <w:proofErr w:type="spellEnd"/>
          </w:p>
        </w:tc>
      </w:tr>
      <w:tr w:rsidR="000E6DF3" w:rsidRPr="00C93783" w14:paraId="2D0AC52E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3B324C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LDSŽ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05729D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Lokální distribuční soustava železnic</w:t>
            </w:r>
          </w:p>
        </w:tc>
      </w:tr>
      <w:tr w:rsidR="000E6DF3" w:rsidRPr="00C93783" w14:paraId="61DA629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B4EE1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NAD………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4DC70F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Náhradní autobusová doprava</w:t>
            </w:r>
          </w:p>
        </w:tc>
      </w:tr>
      <w:tr w:rsidR="000E6DF3" w:rsidRPr="00C93783" w14:paraId="32EDCC62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041F8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PZS 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3A697E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Přejezdové zabezpečovací zařízení světelné</w:t>
            </w:r>
          </w:p>
        </w:tc>
      </w:tr>
      <w:tr w:rsidR="000E6DF3" w:rsidRPr="00C93783" w14:paraId="2F37AFEC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69B9F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RFID 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4D22AA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Arial"/>
                <w:bCs/>
              </w:rPr>
              <w:t>Radio</w:t>
            </w:r>
            <w:proofErr w:type="spellEnd"/>
            <w:r w:rsidRPr="00431B09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Frequency</w:t>
            </w:r>
            <w:proofErr w:type="spellEnd"/>
            <w:r w:rsidRPr="00431B09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Identification</w:t>
            </w:r>
            <w:proofErr w:type="spellEnd"/>
          </w:p>
        </w:tc>
      </w:tr>
      <w:tr w:rsidR="000E6DF3" w:rsidRPr="00C93783" w14:paraId="693BDDDF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64B440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SEE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63A19D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Správa elektrotechniky a energetiky</w:t>
            </w:r>
          </w:p>
        </w:tc>
      </w:tr>
      <w:tr w:rsidR="000E6DF3" w:rsidRPr="00C93783" w14:paraId="094F90FB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BBAC0C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SZZ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421C0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Staniční zabezpečovací zařízení</w:t>
            </w:r>
          </w:p>
        </w:tc>
      </w:tr>
      <w:tr w:rsidR="000E6DF3" w:rsidRPr="00C93783" w14:paraId="5C51B31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799293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SŽDC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F8DD61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Správa železniční dopravní cesty, státní organizace</w:t>
            </w:r>
          </w:p>
        </w:tc>
      </w:tr>
      <w:tr w:rsidR="000E6DF3" w:rsidRPr="00C93783" w14:paraId="5AFD14F1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5180DB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TEN-T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C92E2B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Trans-</w:t>
            </w:r>
            <w:proofErr w:type="spellStart"/>
            <w:r w:rsidRPr="00431B09">
              <w:rPr>
                <w:rFonts w:asciiTheme="minorHAnsi" w:hAnsiTheme="minorHAnsi"/>
              </w:rPr>
              <w:t>European</w:t>
            </w:r>
            <w:proofErr w:type="spellEnd"/>
            <w:r w:rsidRPr="00431B09">
              <w:rPr>
                <w:rFonts w:asciiTheme="minorHAnsi" w:hAnsiTheme="minorHAnsi"/>
              </w:rPr>
              <w:t xml:space="preserve"> Transport </w:t>
            </w:r>
            <w:proofErr w:type="spellStart"/>
            <w:r w:rsidRPr="00431B09">
              <w:rPr>
                <w:rFonts w:asciiTheme="minorHAnsi" w:hAnsiTheme="minorHAnsi"/>
              </w:rPr>
              <w:t>Networks</w:t>
            </w:r>
            <w:proofErr w:type="spellEnd"/>
            <w:r w:rsidRPr="00431B09">
              <w:rPr>
                <w:rFonts w:asciiTheme="minorHAnsi" w:hAnsiTheme="minorHAnsi"/>
              </w:rPr>
              <w:t xml:space="preserve"> (transevropská dopravní síť)</w:t>
            </w:r>
          </w:p>
        </w:tc>
      </w:tr>
      <w:tr w:rsidR="000E6DF3" w:rsidRPr="00C93783" w14:paraId="5C05E79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93BEA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TV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C5C17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Trakční vedení</w:t>
            </w:r>
          </w:p>
        </w:tc>
      </w:tr>
      <w:tr w:rsidR="000E6DF3" w:rsidRPr="00C93783" w14:paraId="6B1934ED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3B5F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B8EAEB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Traťové zabezpečovací zařízení</w:t>
            </w:r>
          </w:p>
        </w:tc>
      </w:tr>
      <w:tr w:rsidR="000E6DF3" w:rsidRPr="00C93783" w14:paraId="2E53C6E7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10561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UTZ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C3A313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Určené technické zařízení</w:t>
            </w:r>
          </w:p>
        </w:tc>
      </w:tr>
      <w:tr w:rsidR="000E6DF3" w:rsidRPr="00C93783" w14:paraId="5E698E06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024BD5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ÚSES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2401E4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/>
              </w:rPr>
              <w:t>Územní systém ekologické stability</w:t>
            </w:r>
          </w:p>
        </w:tc>
      </w:tr>
      <w:tr w:rsidR="000E6DF3" w:rsidRPr="00C93783" w14:paraId="153A9DD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7A624F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VKP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1A3A47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 w:cs="Arial"/>
                <w:bCs/>
              </w:rPr>
              <w:t>Významný krajinný prvek</w:t>
            </w:r>
          </w:p>
        </w:tc>
      </w:tr>
      <w:tr w:rsidR="000E6DF3" w:rsidRPr="00C93783" w14:paraId="5BF88A2E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73308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ZCHÚ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FD642A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Zvláště chráněné území</w:t>
            </w:r>
          </w:p>
        </w:tc>
      </w:tr>
      <w:tr w:rsidR="000E6DF3" w:rsidRPr="00C93783" w14:paraId="2C358F52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D9E844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ZZ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06594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Zabezpečovací zařízení</w:t>
            </w:r>
          </w:p>
        </w:tc>
      </w:tr>
      <w:tr w:rsidR="000E6DF3" w:rsidRPr="006C33D8" w14:paraId="7DF34EE6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C80B3E" w14:textId="77777777" w:rsidR="000E6DF3" w:rsidRPr="00431B09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ŽST ………</w:t>
            </w:r>
            <w:proofErr w:type="gramStart"/>
            <w:r w:rsidRPr="00431B09">
              <w:rPr>
                <w:rFonts w:asciiTheme="minorHAnsi" w:hAnsiTheme="minorHAnsi"/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6403D2" w14:textId="77777777" w:rsidR="000E6DF3" w:rsidRPr="00431B09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Železniční stanice</w:t>
            </w:r>
          </w:p>
        </w:tc>
      </w:tr>
      <w:tr w:rsidR="000E6DF3" w:rsidRPr="006C33D8" w14:paraId="25ED6A5A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26D5EC" w14:textId="77777777" w:rsidR="000E6DF3" w:rsidRPr="0042385E" w:rsidRDefault="000E6DF3" w:rsidP="0004755D">
            <w:pPr>
              <w:pStyle w:val="Zkratky1"/>
              <w:spacing w:line="276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E9AF0D" w14:textId="77777777" w:rsidR="000E6DF3" w:rsidRPr="0042385E" w:rsidRDefault="000E6DF3" w:rsidP="0004755D">
            <w:pPr>
              <w:pStyle w:val="Zkratky2"/>
              <w:spacing w:line="276" w:lineRule="auto"/>
              <w:rPr>
                <w:rFonts w:asciiTheme="minorHAnsi" w:hAnsiTheme="minorHAnsi" w:cs="Tahoma"/>
              </w:rPr>
            </w:pPr>
          </w:p>
        </w:tc>
      </w:tr>
    </w:tbl>
    <w:p w14:paraId="2015D65D" w14:textId="77777777" w:rsidR="00041EC8" w:rsidRDefault="00041EC8" w:rsidP="0004755D"/>
    <w:p w14:paraId="00CD7532" w14:textId="77777777" w:rsidR="00826B7B" w:rsidRDefault="00826B7B" w:rsidP="0004755D">
      <w:r>
        <w:br w:type="page"/>
      </w:r>
    </w:p>
    <w:p w14:paraId="6515B69C" w14:textId="77777777" w:rsidR="00DF7BAA" w:rsidRDefault="00DF7BAA" w:rsidP="0004755D">
      <w:pPr>
        <w:pStyle w:val="Nadpis2-1"/>
      </w:pPr>
      <w:bookmarkStart w:id="3" w:name="_Toc6410429"/>
      <w:bookmarkStart w:id="4" w:name="_Toc7302025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D0B6866" w14:textId="77777777" w:rsidR="00DF7BAA" w:rsidRDefault="00DF7BAA" w:rsidP="0004755D">
      <w:pPr>
        <w:pStyle w:val="Nadpis2-2"/>
      </w:pPr>
      <w:bookmarkStart w:id="10" w:name="_Toc6410430"/>
      <w:bookmarkStart w:id="11" w:name="_Toc73020254"/>
      <w:r>
        <w:t>Účel a rozsah předmětu Díla</w:t>
      </w:r>
      <w:bookmarkEnd w:id="10"/>
      <w:bookmarkEnd w:id="11"/>
    </w:p>
    <w:p w14:paraId="09B0DB50" w14:textId="3F97EDF6" w:rsidR="00A51307" w:rsidRPr="00B227A7" w:rsidRDefault="001B396B" w:rsidP="008F5567">
      <w:pPr>
        <w:pStyle w:val="Text2-1"/>
      </w:pPr>
      <w:r w:rsidRPr="00B227A7">
        <w:t>Předmětem díla je zhotovení stavby „</w:t>
      </w:r>
      <w:r w:rsidR="00C74245" w:rsidRPr="00B227A7">
        <w:rPr>
          <w:b/>
        </w:rPr>
        <w:t>Rekonstrukce mostu v km 118,646 trati Frýdek-Místek - Český Těšín</w:t>
      </w:r>
      <w:r w:rsidRPr="00B227A7">
        <w:t>“ jejímž cílem je zvýšení</w:t>
      </w:r>
      <w:r w:rsidR="00D64BD5" w:rsidRPr="00B227A7">
        <w:t xml:space="preserve"> kvality a</w:t>
      </w:r>
      <w:r w:rsidRPr="00B227A7">
        <w:t xml:space="preserve"> bezpečnosti</w:t>
      </w:r>
      <w:r w:rsidR="00D64BD5" w:rsidRPr="00B227A7">
        <w:t xml:space="preserve"> osobní i nákladní dopravy, dosažení bezpečnosti a spolehlivosti provozu a zajištění splnění požadavků platné legislativy.</w:t>
      </w:r>
      <w:r w:rsidR="004F4085" w:rsidRPr="00B227A7">
        <w:t xml:space="preserve"> Hlavním cílem je odstranění nevyhovujícího stavebně-technického stavu mostní klenbové konstrukce stávajícího mostu, jeho nahrazení novým, plně vyhovujícím požadavkům pla</w:t>
      </w:r>
      <w:r w:rsidR="00EC17E0">
        <w:t>t</w:t>
      </w:r>
      <w:r w:rsidR="004F4085" w:rsidRPr="00B227A7">
        <w:t>né legislativy, potřebám odborných správ i dotčených orgánů.</w:t>
      </w:r>
      <w:r w:rsidR="00B227A7">
        <w:t xml:space="preserve"> </w:t>
      </w:r>
      <w:r w:rsidR="001D6757">
        <w:t>Vybudovaný mostní objekt</w:t>
      </w:r>
      <w:r w:rsidR="00B227A7" w:rsidRPr="00B227A7">
        <w:t xml:space="preserve"> bude</w:t>
      </w:r>
      <w:r w:rsidRPr="00B227A7">
        <w:t xml:space="preserve"> vyhovovat ustanovením normy ČSN </w:t>
      </w:r>
      <w:r w:rsidR="00B227A7" w:rsidRPr="00B227A7">
        <w:t>73 6201</w:t>
      </w:r>
      <w:r w:rsidRPr="00B227A7">
        <w:t xml:space="preserve"> </w:t>
      </w:r>
      <w:r w:rsidR="00B227A7">
        <w:t xml:space="preserve">(2008) - </w:t>
      </w:r>
      <w:r w:rsidRPr="00B227A7">
        <w:t>„</w:t>
      </w:r>
      <w:r w:rsidR="00B227A7" w:rsidRPr="00B227A7">
        <w:t>Projektování mostních objektů</w:t>
      </w:r>
      <w:r w:rsidRPr="00B227A7">
        <w:t>“.</w:t>
      </w:r>
    </w:p>
    <w:p w14:paraId="60DA3FC3" w14:textId="3FE1149F" w:rsidR="00DF7BAA" w:rsidRPr="00E80551" w:rsidRDefault="00DF7BAA" w:rsidP="0004755D">
      <w:pPr>
        <w:pStyle w:val="Text2-1"/>
        <w:jc w:val="left"/>
      </w:pPr>
      <w:r w:rsidRPr="00E80551">
        <w:t xml:space="preserve">Rozsah </w:t>
      </w:r>
      <w:r w:rsidR="001770DE">
        <w:t>d</w:t>
      </w:r>
      <w:r w:rsidRPr="00E80551">
        <w:t>íla „</w:t>
      </w:r>
      <w:r w:rsidR="00C74245">
        <w:rPr>
          <w:b/>
        </w:rPr>
        <w:t>Rekonstrukce mostu v km 118,646 trati Frýdek-Místek - Český Těšín</w:t>
      </w:r>
      <w:r w:rsidR="0034547A" w:rsidRPr="00E80551">
        <w:t>“ je:</w:t>
      </w:r>
    </w:p>
    <w:p w14:paraId="2FCD026B" w14:textId="77777777" w:rsidR="00D12C76" w:rsidRPr="00E80551" w:rsidRDefault="00D12C76" w:rsidP="0004755D">
      <w:pPr>
        <w:pStyle w:val="Odrka1-1"/>
        <w:jc w:val="left"/>
      </w:pPr>
      <w:r w:rsidRPr="00E80551">
        <w:t>zhotovení stavby dle zadávací dokumentace,</w:t>
      </w:r>
    </w:p>
    <w:p w14:paraId="66E28FE5" w14:textId="56CED251" w:rsidR="00D12C76" w:rsidRPr="00E80551" w:rsidRDefault="00D12C76" w:rsidP="0004755D">
      <w:pPr>
        <w:pStyle w:val="Odrka1-1"/>
        <w:jc w:val="left"/>
      </w:pPr>
      <w:r w:rsidRPr="00E80551">
        <w:t xml:space="preserve">zpracování </w:t>
      </w:r>
      <w:r w:rsidR="001B396B">
        <w:t>r</w:t>
      </w:r>
      <w:r w:rsidR="0042279F">
        <w:t xml:space="preserve">ealizační dokumentace – </w:t>
      </w:r>
      <w:r w:rsidR="001770DE">
        <w:t xml:space="preserve">zejména </w:t>
      </w:r>
      <w:r w:rsidR="0042279F">
        <w:t>výrobní dokumentace zábradlí</w:t>
      </w:r>
    </w:p>
    <w:p w14:paraId="1CB739E8" w14:textId="77777777" w:rsidR="00D12C76" w:rsidRPr="00E80551" w:rsidRDefault="00D12C76" w:rsidP="0004755D">
      <w:pPr>
        <w:pStyle w:val="Odrka1-1"/>
        <w:jc w:val="left"/>
      </w:pPr>
      <w:r w:rsidRPr="00E80551">
        <w:t xml:space="preserve">vypracování </w:t>
      </w:r>
      <w:r w:rsidR="001B396B">
        <w:t>d</w:t>
      </w:r>
      <w:r w:rsidRPr="00E80551">
        <w:t>okument</w:t>
      </w:r>
      <w:r w:rsidR="001B396B">
        <w:t>ace skutečného provedení stavby</w:t>
      </w:r>
    </w:p>
    <w:p w14:paraId="3C353A78" w14:textId="77777777" w:rsidR="00DF7BAA" w:rsidRPr="00E80551" w:rsidRDefault="00DF7BAA" w:rsidP="0004755D">
      <w:pPr>
        <w:pStyle w:val="Nadpis2-2"/>
      </w:pPr>
      <w:bookmarkStart w:id="12" w:name="_Toc6410431"/>
      <w:bookmarkStart w:id="13" w:name="_Toc73020255"/>
      <w:r w:rsidRPr="00E80551">
        <w:t>Umístění stavby</w:t>
      </w:r>
      <w:bookmarkEnd w:id="12"/>
      <w:bookmarkEnd w:id="13"/>
    </w:p>
    <w:p w14:paraId="6110E87B" w14:textId="09885F22" w:rsidR="002A6E05" w:rsidRPr="00E80551" w:rsidRDefault="00C04BCA" w:rsidP="008F5567">
      <w:pPr>
        <w:pStyle w:val="Text2-1"/>
      </w:pPr>
      <w:r>
        <w:t xml:space="preserve">Stavba bude probíhat na regionální dráze Frýdek-Místek – Český Těšín (trať č. 88500) dle Prohlášení o dráze celostátní a regionální, trati 302B Frýdek-Místek – Český Těšín dle Tabulky traťových poměrů. Jedná se o traťový úsek TÚ 2531 Frýdek-Místek (mimo) – Český Těšín (mimo), definiční úsek DÚ 04 </w:t>
      </w:r>
      <w:proofErr w:type="spellStart"/>
      <w:r>
        <w:t>odb</w:t>
      </w:r>
      <w:proofErr w:type="spellEnd"/>
      <w:r>
        <w:t>. PZ Nošovice – Hnojník.</w:t>
      </w:r>
    </w:p>
    <w:p w14:paraId="60B39D2F" w14:textId="09FA7054" w:rsidR="002A6E05" w:rsidRPr="00E80551" w:rsidRDefault="002A6E05" w:rsidP="0004755D">
      <w:pPr>
        <w:pStyle w:val="Text2-2"/>
        <w:numPr>
          <w:ilvl w:val="0"/>
          <w:numId w:val="0"/>
        </w:numPr>
        <w:ind w:left="1701" w:hanging="964"/>
        <w:jc w:val="left"/>
      </w:pPr>
      <w:r w:rsidRPr="00E80551">
        <w:t xml:space="preserve">TUDU: </w:t>
      </w:r>
      <w:r w:rsidR="009F22F0" w:rsidRPr="00E80551">
        <w:tab/>
      </w:r>
      <w:r w:rsidR="009F22F0" w:rsidRPr="00E80551">
        <w:tab/>
      </w:r>
      <w:r w:rsidR="002C4380">
        <w:t>253104</w:t>
      </w:r>
      <w:r w:rsidR="009F22F0" w:rsidRPr="00E80551">
        <w:t xml:space="preserve"> </w:t>
      </w:r>
      <w:r w:rsidR="002C4380">
        <w:t>–</w:t>
      </w:r>
      <w:r w:rsidR="009F22F0" w:rsidRPr="00E80551">
        <w:t xml:space="preserve"> </w:t>
      </w:r>
      <w:proofErr w:type="spellStart"/>
      <w:r w:rsidR="002C4380">
        <w:t>odb</w:t>
      </w:r>
      <w:proofErr w:type="spellEnd"/>
      <w:r w:rsidR="002C4380">
        <w:t xml:space="preserve">. </w:t>
      </w:r>
      <w:proofErr w:type="spellStart"/>
      <w:r w:rsidR="002C4380">
        <w:t>výh</w:t>
      </w:r>
      <w:proofErr w:type="spellEnd"/>
      <w:r w:rsidR="002C4380">
        <w:t>. 101 PZ Nošovice - Hnojník</w:t>
      </w:r>
      <w:r w:rsidRPr="00E80551">
        <w:t xml:space="preserve">, </w:t>
      </w:r>
    </w:p>
    <w:p w14:paraId="65A2007E" w14:textId="2F8A2220" w:rsidR="002A6E05" w:rsidRPr="00E80551" w:rsidRDefault="002C4380" w:rsidP="0004755D">
      <w:pPr>
        <w:pStyle w:val="Text2-1"/>
        <w:numPr>
          <w:ilvl w:val="0"/>
          <w:numId w:val="0"/>
        </w:numPr>
        <w:ind w:left="1446" w:firstLine="681"/>
        <w:jc w:val="left"/>
      </w:pPr>
      <w:r>
        <w:t>v km 118</w:t>
      </w:r>
      <w:r w:rsidR="002A6E05" w:rsidRPr="00E80551">
        <w:t>,</w:t>
      </w:r>
      <w:r>
        <w:t>615</w:t>
      </w:r>
      <w:r w:rsidR="002A6E05" w:rsidRPr="00E80551">
        <w:t xml:space="preserve"> – </w:t>
      </w:r>
      <w:r>
        <w:t>118,711</w:t>
      </w:r>
      <w:r w:rsidR="002A6E05" w:rsidRPr="00E80551">
        <w:t xml:space="preserve">; </w:t>
      </w:r>
    </w:p>
    <w:p w14:paraId="12F9DB9C" w14:textId="77777777" w:rsidR="002A6E05" w:rsidRPr="00E80551" w:rsidRDefault="002A6E05" w:rsidP="0004755D">
      <w:pPr>
        <w:pStyle w:val="Text2-1"/>
        <w:numPr>
          <w:ilvl w:val="0"/>
          <w:numId w:val="0"/>
        </w:numPr>
        <w:ind w:left="737"/>
        <w:jc w:val="left"/>
      </w:pPr>
      <w:r w:rsidRPr="00E80551">
        <w:t xml:space="preserve">Kraj: </w:t>
      </w:r>
      <w:r w:rsidRPr="00E80551">
        <w:tab/>
      </w:r>
      <w:r w:rsidRPr="00E80551">
        <w:tab/>
        <w:t xml:space="preserve">Moravskoslezský, </w:t>
      </w:r>
    </w:p>
    <w:p w14:paraId="166AB07D" w14:textId="158DC735" w:rsidR="002A6E05" w:rsidRPr="00C04BCA" w:rsidRDefault="002A6E05" w:rsidP="0004755D">
      <w:pPr>
        <w:pStyle w:val="Text2-1"/>
        <w:numPr>
          <w:ilvl w:val="0"/>
          <w:numId w:val="0"/>
        </w:numPr>
        <w:ind w:left="737"/>
        <w:jc w:val="left"/>
      </w:pPr>
      <w:r w:rsidRPr="00E80551">
        <w:t xml:space="preserve">Obec: </w:t>
      </w:r>
      <w:r w:rsidRPr="00E80551">
        <w:tab/>
      </w:r>
      <w:r w:rsidRPr="00E80551">
        <w:tab/>
      </w:r>
      <w:r w:rsidR="00C04BCA">
        <w:t>Nošovice</w:t>
      </w:r>
      <w:r w:rsidRPr="00E80551">
        <w:t xml:space="preserve"> [</w:t>
      </w:r>
      <w:r w:rsidR="00C04BCA">
        <w:t xml:space="preserve">552518]; Dobrá </w:t>
      </w:r>
      <w:r w:rsidR="00C04BCA">
        <w:rPr>
          <w:lang w:val="en-US"/>
        </w:rPr>
        <w:t>[598089]</w:t>
      </w:r>
    </w:p>
    <w:p w14:paraId="16016376" w14:textId="44464B1B" w:rsidR="002A6E05" w:rsidRPr="00C04BCA" w:rsidRDefault="002A6E05" w:rsidP="0004755D">
      <w:pPr>
        <w:pStyle w:val="Text2-1"/>
        <w:numPr>
          <w:ilvl w:val="0"/>
          <w:numId w:val="0"/>
        </w:numPr>
        <w:ind w:left="737"/>
        <w:jc w:val="left"/>
      </w:pPr>
      <w:r w:rsidRPr="00E80551">
        <w:t xml:space="preserve">Katastrální území: </w:t>
      </w:r>
      <w:r w:rsidRPr="00E80551">
        <w:tab/>
      </w:r>
      <w:r w:rsidR="00C04BCA">
        <w:t xml:space="preserve">Nošovice </w:t>
      </w:r>
      <w:r w:rsidRPr="00E80551">
        <w:t>[</w:t>
      </w:r>
      <w:r w:rsidR="00C04BCA">
        <w:t>704911</w:t>
      </w:r>
      <w:r w:rsidRPr="00E80551">
        <w:t>]</w:t>
      </w:r>
      <w:r w:rsidR="00C04BCA">
        <w:t xml:space="preserve">; Dobrá u Frýdku-Místku </w:t>
      </w:r>
      <w:r w:rsidR="00C04BCA">
        <w:rPr>
          <w:lang w:val="en-US"/>
        </w:rPr>
        <w:t>[</w:t>
      </w:r>
      <w:r w:rsidR="00C04BCA">
        <w:t>626988</w:t>
      </w:r>
      <w:r w:rsidR="00C04BCA">
        <w:rPr>
          <w:lang w:val="en-US"/>
        </w:rPr>
        <w:t>]</w:t>
      </w:r>
    </w:p>
    <w:p w14:paraId="4E51543F" w14:textId="07675CB6" w:rsidR="002A6E05" w:rsidRPr="00E80551" w:rsidRDefault="002A6E05" w:rsidP="0004755D">
      <w:pPr>
        <w:pStyle w:val="Text2-1"/>
        <w:numPr>
          <w:ilvl w:val="0"/>
          <w:numId w:val="0"/>
        </w:numPr>
        <w:ind w:left="2127" w:hanging="1390"/>
        <w:jc w:val="left"/>
      </w:pPr>
      <w:proofErr w:type="spellStart"/>
      <w:proofErr w:type="gramStart"/>
      <w:r w:rsidRPr="00E80551">
        <w:t>Par.č</w:t>
      </w:r>
      <w:proofErr w:type="spellEnd"/>
      <w:r w:rsidRPr="00E80551">
        <w:t>.</w:t>
      </w:r>
      <w:proofErr w:type="gramEnd"/>
      <w:r w:rsidRPr="00E80551">
        <w:t xml:space="preserve">: </w:t>
      </w:r>
      <w:r w:rsidRPr="00E80551">
        <w:tab/>
      </w:r>
      <w:proofErr w:type="spellStart"/>
      <w:r w:rsidRPr="00E80551">
        <w:t>k.ú</w:t>
      </w:r>
      <w:proofErr w:type="spellEnd"/>
      <w:r w:rsidRPr="00E80551">
        <w:t xml:space="preserve">. </w:t>
      </w:r>
      <w:r w:rsidR="00C04BCA">
        <w:t>Nošovice:</w:t>
      </w:r>
      <w:r w:rsidRPr="00E80551">
        <w:t xml:space="preserve"> </w:t>
      </w:r>
      <w:r w:rsidR="00C04BCA">
        <w:t>1292/1, 1322/10, 1322/9, 1322/5, 1322/3, 1320/3, 1320/11, 1322/2, 1322/1, 1322/16, 1320/9, 1320/12, 1069/1, 1013/1</w:t>
      </w:r>
      <w:r w:rsidRPr="00E80551">
        <w:t xml:space="preserve">; </w:t>
      </w:r>
    </w:p>
    <w:p w14:paraId="2119DF70" w14:textId="43E822EC" w:rsidR="002A6E05" w:rsidRPr="00E80551" w:rsidRDefault="002A6E05" w:rsidP="0004755D">
      <w:pPr>
        <w:pStyle w:val="Text2-1"/>
        <w:numPr>
          <w:ilvl w:val="0"/>
          <w:numId w:val="0"/>
        </w:numPr>
        <w:ind w:left="1446" w:firstLine="681"/>
        <w:jc w:val="left"/>
      </w:pPr>
      <w:proofErr w:type="spellStart"/>
      <w:proofErr w:type="gramStart"/>
      <w:r w:rsidRPr="00E80551">
        <w:t>k.ú</w:t>
      </w:r>
      <w:proofErr w:type="spellEnd"/>
      <w:r w:rsidRPr="00E80551">
        <w:t>.</w:t>
      </w:r>
      <w:proofErr w:type="gramEnd"/>
      <w:r w:rsidRPr="00E80551">
        <w:t xml:space="preserve"> </w:t>
      </w:r>
      <w:r w:rsidR="00C04BCA">
        <w:t>Dobrá u Frýdku-Místku:</w:t>
      </w:r>
      <w:r w:rsidRPr="00E80551">
        <w:t xml:space="preserve"> </w:t>
      </w:r>
      <w:r w:rsidR="00C04BCA">
        <w:t>2243/10, 1023, 2243/1</w:t>
      </w:r>
      <w:r w:rsidRPr="00E80551">
        <w:t>;</w:t>
      </w:r>
    </w:p>
    <w:p w14:paraId="4ED36C88" w14:textId="77777777" w:rsidR="00DF7BAA" w:rsidRPr="00E80551" w:rsidRDefault="00DF7BAA" w:rsidP="0004755D">
      <w:pPr>
        <w:pStyle w:val="Text2-1"/>
        <w:numPr>
          <w:ilvl w:val="0"/>
          <w:numId w:val="0"/>
        </w:numPr>
        <w:ind w:left="737"/>
        <w:jc w:val="left"/>
      </w:pPr>
    </w:p>
    <w:p w14:paraId="1FF77274" w14:textId="77777777" w:rsidR="00DF7BAA" w:rsidRPr="00E80551" w:rsidRDefault="00DF7BAA" w:rsidP="0004755D">
      <w:pPr>
        <w:pStyle w:val="Nadpis2-1"/>
      </w:pPr>
      <w:bookmarkStart w:id="14" w:name="_Toc6410432"/>
      <w:bookmarkStart w:id="15" w:name="_Toc73020256"/>
      <w:r w:rsidRPr="00E80551">
        <w:t>PŘEHLED VÝCHOZÍCH PODKLADŮ</w:t>
      </w:r>
      <w:bookmarkEnd w:id="14"/>
      <w:bookmarkEnd w:id="15"/>
    </w:p>
    <w:p w14:paraId="72EE85D5" w14:textId="77777777" w:rsidR="00DF7BAA" w:rsidRPr="00E80551" w:rsidRDefault="00DF7BAA" w:rsidP="0004755D">
      <w:pPr>
        <w:pStyle w:val="Nadpis2-2"/>
      </w:pPr>
      <w:bookmarkStart w:id="16" w:name="_Toc6410433"/>
      <w:bookmarkStart w:id="17" w:name="_Toc73020257"/>
      <w:r w:rsidRPr="00E80551">
        <w:t>Projektová dokumentace</w:t>
      </w:r>
      <w:bookmarkEnd w:id="16"/>
      <w:bookmarkEnd w:id="17"/>
    </w:p>
    <w:p w14:paraId="43913756" w14:textId="35270CAC" w:rsidR="00DF7BAA" w:rsidRPr="00E80551" w:rsidRDefault="00DF7BAA" w:rsidP="008F5567">
      <w:pPr>
        <w:pStyle w:val="Text2-1"/>
      </w:pPr>
      <w:r w:rsidRPr="00E80551">
        <w:t xml:space="preserve">Projektová dokumentace </w:t>
      </w:r>
      <w:r w:rsidR="002A6E05" w:rsidRPr="00E80551">
        <w:t>„</w:t>
      </w:r>
      <w:r w:rsidR="007D3759" w:rsidRPr="007D3759">
        <w:rPr>
          <w:b/>
        </w:rPr>
        <w:t xml:space="preserve">Rekonstrukce mostu v km 118,646 trati Frýdek-Místek - Český Těšín </w:t>
      </w:r>
      <w:r w:rsidR="002A6E05" w:rsidRPr="00E80551">
        <w:t>„</w:t>
      </w:r>
      <w:r w:rsidRPr="00E80551">
        <w:t xml:space="preserve"> zpracovatel </w:t>
      </w:r>
      <w:proofErr w:type="spellStart"/>
      <w:r w:rsidR="007D3759">
        <w:t>EX</w:t>
      </w:r>
      <w:r w:rsidR="002A6E05" w:rsidRPr="00E80551">
        <w:t>projekt</w:t>
      </w:r>
      <w:proofErr w:type="spellEnd"/>
      <w:r w:rsidR="002A6E05" w:rsidRPr="00E80551">
        <w:t xml:space="preserve"> s.r.o. ze </w:t>
      </w:r>
      <w:r w:rsidR="007D3759">
        <w:t>dne 02</w:t>
      </w:r>
      <w:r w:rsidR="002A6E05" w:rsidRPr="00E80551">
        <w:t>/202</w:t>
      </w:r>
      <w:r w:rsidR="007D3759">
        <w:t>1</w:t>
      </w:r>
      <w:r w:rsidR="002A6E05" w:rsidRPr="00E80551">
        <w:t>.</w:t>
      </w:r>
    </w:p>
    <w:p w14:paraId="3504BAEE" w14:textId="77777777" w:rsidR="00BA2F47" w:rsidRDefault="00BA2F47" w:rsidP="008F5567">
      <w:pPr>
        <w:pStyle w:val="Textbezslovn"/>
      </w:pPr>
      <w:r w:rsidRPr="00E80551">
        <w:t>Zhotovitel po uzavření SOD obdrží elektronickou podobu Projektové dokumentace v otevřené formě.</w:t>
      </w:r>
    </w:p>
    <w:p w14:paraId="11840A64" w14:textId="77777777" w:rsidR="00DF7BAA" w:rsidRDefault="00DF7BAA" w:rsidP="0004755D">
      <w:pPr>
        <w:pStyle w:val="Nadpis2-2"/>
      </w:pPr>
      <w:bookmarkStart w:id="18" w:name="_Toc6410434"/>
      <w:bookmarkStart w:id="19" w:name="_Toc73020258"/>
      <w:r>
        <w:t>Související dokumentace</w:t>
      </w:r>
      <w:bookmarkEnd w:id="18"/>
      <w:bookmarkEnd w:id="19"/>
    </w:p>
    <w:p w14:paraId="7D3936F0" w14:textId="3BB0A1FA" w:rsidR="00003E27" w:rsidRDefault="00003E27" w:rsidP="00967D5C">
      <w:pPr>
        <w:pStyle w:val="Text2-1"/>
      </w:pPr>
      <w:r w:rsidRPr="001770DE">
        <w:t>Stavební povolení bude předáno bez zbytečného odkladu před podpisem Smlouvy vítěznému uchazeči.</w:t>
      </w:r>
    </w:p>
    <w:p w14:paraId="33F56D35" w14:textId="77777777" w:rsidR="00DF7BAA" w:rsidRDefault="00DF7BAA" w:rsidP="0004755D">
      <w:pPr>
        <w:pStyle w:val="Nadpis2-1"/>
      </w:pPr>
      <w:bookmarkStart w:id="20" w:name="_Toc6410435"/>
      <w:bookmarkStart w:id="21" w:name="_Toc73020259"/>
      <w:r>
        <w:t>KOORDINACE S JINÝMI STAVBAMI</w:t>
      </w:r>
      <w:bookmarkEnd w:id="20"/>
      <w:bookmarkEnd w:id="21"/>
      <w:r>
        <w:t xml:space="preserve"> </w:t>
      </w:r>
    </w:p>
    <w:p w14:paraId="696B5DF2" w14:textId="77777777" w:rsidR="00DF7BAA" w:rsidRPr="00E80551" w:rsidRDefault="00DF7BAA" w:rsidP="008F5567">
      <w:pPr>
        <w:pStyle w:val="Text2-1"/>
      </w:pPr>
      <w:r w:rsidRPr="00E80551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80551">
        <w:t>žst</w:t>
      </w:r>
      <w:proofErr w:type="spellEnd"/>
      <w:r w:rsidRPr="00E80551">
        <w:t xml:space="preserve">. apod. </w:t>
      </w:r>
    </w:p>
    <w:p w14:paraId="15C1B209" w14:textId="77777777" w:rsidR="00DF7BAA" w:rsidRDefault="00DF7BAA" w:rsidP="0004755D">
      <w:pPr>
        <w:pStyle w:val="Nadpis2-1"/>
      </w:pPr>
      <w:bookmarkStart w:id="22" w:name="_Toc6410436"/>
      <w:bookmarkStart w:id="23" w:name="_Toc73020260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42D7D0E5" w14:textId="77777777" w:rsidR="00DF7BAA" w:rsidRDefault="00DF7BAA" w:rsidP="0004755D">
      <w:pPr>
        <w:pStyle w:val="Nadpis2-2"/>
      </w:pPr>
      <w:bookmarkStart w:id="24" w:name="_Toc6410437"/>
      <w:bookmarkStart w:id="25" w:name="_Toc73020261"/>
      <w:r>
        <w:t>Všeobecně</w:t>
      </w:r>
      <w:bookmarkEnd w:id="24"/>
      <w:bookmarkEnd w:id="25"/>
    </w:p>
    <w:p w14:paraId="6C75C1EC" w14:textId="77777777" w:rsidR="00DF7BAA" w:rsidRDefault="00233B31" w:rsidP="008F5567">
      <w:pPr>
        <w:pStyle w:val="Text2-1"/>
      </w:pPr>
      <w:r w:rsidRPr="00233B31">
        <w:t>Nedílnou součástí realizace díla jsou veškeré související technické a kvalitativní podmínky SŽ v platném znění posledních změn. Dále pak musí být v souladu se souvisejícími technickými normami, směrnicemi SŽ a další související dokumentací SŽ.</w:t>
      </w:r>
    </w:p>
    <w:p w14:paraId="7C9D67AD" w14:textId="77777777" w:rsidR="00233B31" w:rsidRDefault="00233B31" w:rsidP="008F5567">
      <w:pPr>
        <w:pStyle w:val="Text2-1"/>
      </w:pPr>
      <w:r w:rsidRPr="00233B31">
        <w:t>Realizace stavby musí být v souladu s platnou legislativou ČR a projektem stavby</w:t>
      </w:r>
      <w:r>
        <w:t>.</w:t>
      </w:r>
    </w:p>
    <w:p w14:paraId="3D9F5C3F" w14:textId="7EAAE57B" w:rsidR="00233B31" w:rsidRDefault="00233B31" w:rsidP="008F5567">
      <w:pPr>
        <w:pStyle w:val="Text2-1"/>
      </w:pPr>
      <w:r w:rsidRPr="00233B31">
        <w:t>Stavba bude uvedena do zkušebního provozu z důvodu ověření funkce dokončené stavby. Délk</w:t>
      </w:r>
      <w:r w:rsidR="008D366C">
        <w:t>a</w:t>
      </w:r>
      <w:r w:rsidRPr="00233B31">
        <w:t xml:space="preserve"> zkušebního provozu </w:t>
      </w:r>
      <w:r w:rsidR="008D366C">
        <w:t xml:space="preserve">je </w:t>
      </w:r>
      <w:r w:rsidRPr="00233B31">
        <w:t>urč</w:t>
      </w:r>
      <w:r w:rsidR="008D366C">
        <w:t>ena</w:t>
      </w:r>
      <w:r w:rsidRPr="00233B31">
        <w:t xml:space="preserve"> </w:t>
      </w:r>
      <w:r w:rsidR="008D366C">
        <w:t>D</w:t>
      </w:r>
      <w:r w:rsidRPr="00233B31">
        <w:t>rážní</w:t>
      </w:r>
      <w:r w:rsidR="008D366C">
        <w:t>m</w:t>
      </w:r>
      <w:r w:rsidRPr="00233B31">
        <w:t xml:space="preserve"> úřad</w:t>
      </w:r>
      <w:r w:rsidR="008D366C">
        <w:t>em</w:t>
      </w:r>
      <w:r w:rsidRPr="00233B31">
        <w:t xml:space="preserve">. </w:t>
      </w:r>
    </w:p>
    <w:p w14:paraId="25A2B53B" w14:textId="77777777" w:rsidR="00233B31" w:rsidRDefault="00233B31" w:rsidP="0004755D">
      <w:pPr>
        <w:pStyle w:val="Text2-1"/>
        <w:jc w:val="left"/>
      </w:pPr>
      <w:r w:rsidRPr="00233B31">
        <w:t>Přístup ke stavebním pozemkům je z běžných příjezdových cest</w:t>
      </w:r>
      <w:r>
        <w:t>.</w:t>
      </w:r>
    </w:p>
    <w:p w14:paraId="6E0F51D4" w14:textId="77777777" w:rsidR="003D1AEB" w:rsidRDefault="003D1AEB" w:rsidP="008F5567">
      <w:pPr>
        <w:pStyle w:val="Text2-1"/>
      </w:pPr>
      <w:r>
        <w:t>Zařízení staveniště bude umístěno na pozemcích investora stavby. Nesmí přitom docházet k ohrožování a nadměrnému zatěžování okolí stavby, ke znečisťování komunikací, ovzduší, vod, k omezení přístupu k přilehlým stavbám nebo pozemkům.</w:t>
      </w:r>
    </w:p>
    <w:p w14:paraId="71625F0A" w14:textId="77777777" w:rsidR="00D12C76" w:rsidRPr="005044A4" w:rsidRDefault="00D12C76" w:rsidP="008F5567">
      <w:pPr>
        <w:pStyle w:val="Text2-1"/>
        <w:numPr>
          <w:ilvl w:val="2"/>
          <w:numId w:val="6"/>
        </w:numPr>
      </w:pPr>
      <w:r w:rsidRPr="005044A4">
        <w:t xml:space="preserve">Pro přesnou identifikaci podzemních sítí, metalických a optických kabelů, kanalizace, vody a plynu budou použity </w:t>
      </w:r>
      <w:r w:rsidRPr="005044A4">
        <w:rPr>
          <w:rStyle w:val="Tun"/>
        </w:rPr>
        <w:t xml:space="preserve">RFID </w:t>
      </w:r>
      <w:proofErr w:type="spellStart"/>
      <w:r w:rsidRPr="005044A4">
        <w:rPr>
          <w:rStyle w:val="Tun"/>
        </w:rPr>
        <w:t>markery</w:t>
      </w:r>
      <w:proofErr w:type="spellEnd"/>
      <w:r w:rsidRPr="005044A4">
        <w:t xml:space="preserve">. Mohou se používat pouze </w:t>
      </w:r>
      <w:proofErr w:type="spellStart"/>
      <w:r w:rsidRPr="005044A4">
        <w:t>markery</w:t>
      </w:r>
      <w:proofErr w:type="spellEnd"/>
      <w:r w:rsidRPr="005044A4">
        <w:t>, u kterých není nutné při ukládání dbát na jejich orientaci. V rámci jednotného značení v sítích SŽ je nutné zachovat standardní barevné značení, které doporučují výrobci.</w:t>
      </w:r>
    </w:p>
    <w:p w14:paraId="65E4E6F6" w14:textId="77777777" w:rsidR="00D12C76" w:rsidRPr="005044A4" w:rsidRDefault="00D12C76" w:rsidP="0004755D">
      <w:pPr>
        <w:pStyle w:val="Textbezslovn"/>
        <w:keepNext/>
        <w:jc w:val="left"/>
        <w:rPr>
          <w:rStyle w:val="Tun"/>
        </w:rPr>
      </w:pPr>
      <w:r w:rsidRPr="005044A4">
        <w:rPr>
          <w:rStyle w:val="Tun"/>
        </w:rPr>
        <w:t xml:space="preserve">Minimální požadavky na použití </w:t>
      </w:r>
      <w:proofErr w:type="spellStart"/>
      <w:r w:rsidRPr="005044A4">
        <w:rPr>
          <w:rStyle w:val="Tun"/>
        </w:rPr>
        <w:t>markerů</w:t>
      </w:r>
      <w:proofErr w:type="spellEnd"/>
      <w:r w:rsidRPr="005044A4">
        <w:rPr>
          <w:rStyle w:val="Tun"/>
        </w:rPr>
        <w:t xml:space="preserve"> jsou následující:</w:t>
      </w:r>
    </w:p>
    <w:p w14:paraId="197D4D9A" w14:textId="77777777" w:rsidR="00D12C76" w:rsidRPr="005044A4" w:rsidRDefault="00D12C76" w:rsidP="008F5567">
      <w:pPr>
        <w:pStyle w:val="Odstavec1-1a"/>
        <w:numPr>
          <w:ilvl w:val="0"/>
          <w:numId w:val="7"/>
        </w:numPr>
      </w:pPr>
      <w:r w:rsidRPr="005044A4">
        <w:rPr>
          <w:rStyle w:val="Tun"/>
        </w:rPr>
        <w:t>Silová zařízení a kabely</w:t>
      </w:r>
      <w:r w:rsidRPr="005044A4">
        <w:t xml:space="preserve"> (včetně kabelů určených k napájení zabezpečovacích zařízení) – </w:t>
      </w:r>
      <w:r w:rsidRPr="005044A4">
        <w:rPr>
          <w:b/>
        </w:rPr>
        <w:t xml:space="preserve">červený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7716C570" w14:textId="77777777" w:rsidR="00D12C76" w:rsidRPr="005044A4" w:rsidRDefault="00D12C76" w:rsidP="008F5567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vody a jejich zařízení</w:t>
      </w:r>
      <w:r w:rsidRPr="005044A4">
        <w:t xml:space="preserve"> - </w:t>
      </w:r>
      <w:r w:rsidRPr="005044A4">
        <w:rPr>
          <w:b/>
        </w:rPr>
        <w:t xml:space="preserve">modrý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[145,7 kHz] - trasy potrubí; paty servisních sloupců; potrubí z PVC; všechny typy ventilů; křížení, rozdvojky; čistící výstupy; konce obalů.</w:t>
      </w:r>
    </w:p>
    <w:p w14:paraId="3FA1583E" w14:textId="77777777" w:rsidR="00D12C76" w:rsidRPr="005044A4" w:rsidRDefault="00D12C76" w:rsidP="008F5567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plynu a jejich zařízení</w:t>
      </w:r>
      <w:r w:rsidRPr="005044A4">
        <w:t xml:space="preserve"> – </w:t>
      </w:r>
      <w:r w:rsidRPr="005044A4">
        <w:rPr>
          <w:b/>
        </w:rPr>
        <w:t xml:space="preserve">žlutý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5044A4">
        <w:t>elektrotavné</w:t>
      </w:r>
      <w:proofErr w:type="spellEnd"/>
      <w:r w:rsidRPr="005044A4">
        <w:t xml:space="preserve"> spojky; všechny typy armatur a spojů.</w:t>
      </w:r>
    </w:p>
    <w:p w14:paraId="2BC3146C" w14:textId="77777777" w:rsidR="00D12C76" w:rsidRPr="005044A4" w:rsidRDefault="00D12C76" w:rsidP="008F5567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Sdělovací zařízení a kabely</w:t>
      </w:r>
      <w:r w:rsidRPr="005044A4">
        <w:t xml:space="preserve"> – </w:t>
      </w:r>
      <w:r w:rsidRPr="005044A4">
        <w:rPr>
          <w:b/>
        </w:rPr>
        <w:t xml:space="preserve">oranžový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 kombinovaných (hybridních) kabelů; odbočné body z páteřních tras optických kabelů a HDPE;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75F33B2A" w14:textId="77777777" w:rsidR="00D12C76" w:rsidRPr="005044A4" w:rsidRDefault="00D12C76" w:rsidP="008F5567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Zabezpečovací zařízení</w:t>
      </w:r>
      <w:r w:rsidRPr="005044A4">
        <w:t xml:space="preserve"> – </w:t>
      </w:r>
      <w:r w:rsidRPr="005044A4">
        <w:rPr>
          <w:b/>
        </w:rPr>
        <w:t xml:space="preserve">fialový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[66,35 kHz] - trasy kabelů zabezpečovacích, včetně kabelů optických a HDPE – doporučené umístění </w:t>
      </w:r>
      <w:proofErr w:type="spellStart"/>
      <w:r w:rsidRPr="005044A4">
        <w:t>markeru</w:t>
      </w:r>
      <w:proofErr w:type="spellEnd"/>
      <w:r w:rsidRPr="005044A4">
        <w:t xml:space="preserve"> po cca 50 m a na lomové body; uložení kabelových metalických spojek (</w:t>
      </w:r>
      <w:proofErr w:type="spellStart"/>
      <w:r w:rsidRPr="005044A4">
        <w:t>markery</w:t>
      </w:r>
      <w:proofErr w:type="spellEnd"/>
      <w:r w:rsidRPr="005044A4">
        <w:t xml:space="preserve"> v </w:t>
      </w:r>
      <w:proofErr w:type="spellStart"/>
      <w:r w:rsidRPr="005044A4">
        <w:t>zapisovatelném</w:t>
      </w:r>
      <w:proofErr w:type="spellEnd"/>
      <w:r w:rsidRPr="005044A4">
        <w:t xml:space="preserve"> provedení); anomálie na kabelové trase (např. změny hloubky, odbočné body) – v případě požadavku správce 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provedení; kabelové rezervy metalických, optických a 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0F31A27D" w14:textId="77777777" w:rsidR="00D12C76" w:rsidRPr="005044A4" w:rsidRDefault="00D12C76" w:rsidP="008F5567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Odpadní voda</w:t>
      </w:r>
      <w:r w:rsidRPr="005044A4">
        <w:t xml:space="preserve"> – </w:t>
      </w:r>
      <w:r w:rsidRPr="005044A4">
        <w:rPr>
          <w:b/>
        </w:rPr>
        <w:t xml:space="preserve">zelený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[121,6 kHz] - ventily; všechny typy armatur; čistící výstupy; paty servisních sloupců; vedlejší vedení; značení tras nekovových objektů.</w:t>
      </w:r>
    </w:p>
    <w:p w14:paraId="7E333BFF" w14:textId="77777777" w:rsidR="00D12C76" w:rsidRPr="005044A4" w:rsidRDefault="00D12C76" w:rsidP="008F5567">
      <w:pPr>
        <w:pStyle w:val="Text2-2"/>
        <w:numPr>
          <w:ilvl w:val="3"/>
          <w:numId w:val="6"/>
        </w:numPr>
      </w:pPr>
      <w:r w:rsidRPr="005044A4">
        <w:t>Označníky je nutno k uloženým kabelům, potrubím a podzemním zařízením pevně upevňovat (např. plastovou vázací páskou).</w:t>
      </w:r>
    </w:p>
    <w:p w14:paraId="0E919462" w14:textId="77777777" w:rsidR="00D12C76" w:rsidRPr="005044A4" w:rsidRDefault="00D12C76" w:rsidP="008F5567">
      <w:pPr>
        <w:pStyle w:val="Text2-2"/>
        <w:numPr>
          <w:ilvl w:val="3"/>
          <w:numId w:val="6"/>
        </w:numPr>
      </w:pPr>
      <w:r w:rsidRPr="005044A4">
        <w:t xml:space="preserve">U sdělovacích a zabezpečovacích kabelů OŘ se bude informace o </w:t>
      </w:r>
      <w:proofErr w:type="spellStart"/>
      <w:r w:rsidRPr="005044A4">
        <w:t>markerech</w:t>
      </w:r>
      <w:proofErr w:type="spellEnd"/>
      <w:r w:rsidRPr="005044A4">
        <w:t xml:space="preserve"> zadávat do pasportu do volitelné položky 2 pod označením „RFID“.</w:t>
      </w:r>
    </w:p>
    <w:p w14:paraId="01F63910" w14:textId="77777777" w:rsidR="00D12C76" w:rsidRPr="005044A4" w:rsidRDefault="00D12C76" w:rsidP="008F5567">
      <w:pPr>
        <w:pStyle w:val="Text2-2"/>
        <w:numPr>
          <w:ilvl w:val="3"/>
          <w:numId w:val="6"/>
        </w:numPr>
      </w:pPr>
      <w:r w:rsidRPr="005044A4">
        <w:lastRenderedPageBreak/>
        <w:t>U složek, které nemají žádnou elektronickou databázi, se bude tato informace zadávat ve stejném znění do dokumentace.</w:t>
      </w:r>
    </w:p>
    <w:p w14:paraId="5DF7DCE6" w14:textId="77777777" w:rsidR="00D12C76" w:rsidRPr="005044A4" w:rsidRDefault="00D12C76" w:rsidP="008F5567">
      <w:pPr>
        <w:pStyle w:val="Text2-2"/>
        <w:numPr>
          <w:ilvl w:val="3"/>
          <w:numId w:val="6"/>
        </w:numPr>
      </w:pPr>
      <w:r w:rsidRPr="005044A4">
        <w:t xml:space="preserve">Informace o použití </w:t>
      </w:r>
      <w:proofErr w:type="spellStart"/>
      <w:r w:rsidRPr="005044A4">
        <w:t>markerů</w:t>
      </w:r>
      <w:proofErr w:type="spellEnd"/>
      <w:r w:rsidRPr="005044A4">
        <w:t xml:space="preserve"> bude zaznamenaná do DSPS.</w:t>
      </w:r>
    </w:p>
    <w:p w14:paraId="08E24558" w14:textId="77777777" w:rsidR="00D12C76" w:rsidRPr="005044A4" w:rsidRDefault="00D12C76" w:rsidP="008F5567">
      <w:pPr>
        <w:pStyle w:val="Text2-2"/>
        <w:numPr>
          <w:ilvl w:val="3"/>
          <w:numId w:val="6"/>
        </w:numPr>
      </w:pPr>
      <w:r w:rsidRPr="005044A4">
        <w:t xml:space="preserve">Do digitální dokumentace se budou zaznamenávat </w:t>
      </w:r>
      <w:proofErr w:type="spellStart"/>
      <w:r w:rsidRPr="005044A4">
        <w:t>markery</w:t>
      </w:r>
      <w:proofErr w:type="spellEnd"/>
      <w:r w:rsidRPr="005044A4">
        <w:t xml:space="preserve"> ve tvaru kolečka s velkým písmenem M uprostřed ve </w:t>
      </w:r>
      <w:proofErr w:type="gramStart"/>
      <w:r w:rsidRPr="005044A4">
        <w:t>všech 6-ti</w:t>
      </w:r>
      <w:proofErr w:type="gramEnd"/>
      <w:r w:rsidRPr="005044A4">
        <w:t xml:space="preserve"> vrstvách odpovídajících kategoriím podzemních vedení. Značka bude tvarově stejná pro všech 6 vrstev, rozlišení kategorie bude pouze barvou, která bude odpovídat barvě </w:t>
      </w:r>
      <w:proofErr w:type="spellStart"/>
      <w:r w:rsidRPr="005044A4">
        <w:t>markeru</w:t>
      </w:r>
      <w:proofErr w:type="spellEnd"/>
      <w:r w:rsidRPr="005044A4">
        <w:t>.</w:t>
      </w:r>
    </w:p>
    <w:p w14:paraId="6B8AE6A8" w14:textId="77777777" w:rsidR="008F35FE" w:rsidRPr="005044A4" w:rsidRDefault="008F35FE" w:rsidP="0004755D">
      <w:pPr>
        <w:pStyle w:val="Text2-1"/>
        <w:jc w:val="left"/>
      </w:pPr>
      <w:r w:rsidRPr="005044A4">
        <w:t>Stavba není spolufinancována z dotačních zdrojů EU.</w:t>
      </w:r>
    </w:p>
    <w:p w14:paraId="34D888A7" w14:textId="77777777" w:rsidR="00DF7BAA" w:rsidRDefault="00DF7BAA" w:rsidP="0004755D">
      <w:pPr>
        <w:pStyle w:val="Nadpis2-2"/>
      </w:pPr>
      <w:bookmarkStart w:id="26" w:name="_Toc7302026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71FF2C42" w14:textId="77777777" w:rsidR="00DF7BAA" w:rsidRDefault="005044A4" w:rsidP="0004755D">
      <w:pPr>
        <w:pStyle w:val="Text2-1"/>
        <w:jc w:val="left"/>
      </w:pPr>
      <w:r w:rsidRPr="005044A4">
        <w:t>Nově instalované zařízení a kabelové trasy budou geodeticky zaměřeny</w:t>
      </w:r>
      <w:r>
        <w:t>.</w:t>
      </w:r>
    </w:p>
    <w:p w14:paraId="6551C5A7" w14:textId="77777777" w:rsidR="005044A4" w:rsidRDefault="005044A4" w:rsidP="008F5567">
      <w:pPr>
        <w:pStyle w:val="Text2-1"/>
      </w:pPr>
      <w:r w:rsidRPr="005044A4">
        <w:t>Geodet zhotovitele DSPS upraví i stávající podklad (v rozsahu zpracovávaného DSPS) tak, aby byl v souladu s platnými předpisy v době uzavření SOD pro realizaci stavby.</w:t>
      </w:r>
    </w:p>
    <w:p w14:paraId="0D18843E" w14:textId="77777777" w:rsidR="006944CC" w:rsidRDefault="006944CC" w:rsidP="008F5567">
      <w:pPr>
        <w:pStyle w:val="Text2-1"/>
      </w:pPr>
      <w:r>
        <w:t>Zhotovitel si zajistí provedení formální kontroly geodetické části dokumentace skutečného provedení na portálu modernizace dráhy (http://</w:t>
      </w:r>
      <w:proofErr w:type="gramStart"/>
      <w:r>
        <w:t>www</w:t>
      </w:r>
      <w:proofErr w:type="gramEnd"/>
      <w:r>
        <w:t>.</w:t>
      </w:r>
      <w:proofErr w:type="gramStart"/>
      <w:r>
        <w:t>modernizace</w:t>
      </w:r>
      <w:proofErr w:type="gramEnd"/>
      <w:r>
        <w:t>.szdc.cz). Na tomto portálu se mohou registrovat zhotovitelé / projekční organizace, které jsou ve smluvním vztahu se SŽ úsekem modernizace.</w:t>
      </w:r>
    </w:p>
    <w:p w14:paraId="0095F992" w14:textId="77777777" w:rsidR="006944CC" w:rsidRDefault="006944CC" w:rsidP="008F5567">
      <w:pPr>
        <w:pStyle w:val="Text2-1"/>
      </w:pPr>
      <w:r>
        <w:t>Souborné zpracování geodetické části dokumentace skutečného provedení bude v souladu se Směrnicí SŽDC č. 117 v platném znění odevzdána Zhotovitelem ke kontrole na SŽ, Stavební správu východ, a to v dostatečném předstihu termínu pro odevzdání digitální dokumentace stanoveném ve Smlouvě. Případné upřesňující informace ke zpracování geodetické digitální dokumentace poskytne ÚOZI objednatele.</w:t>
      </w:r>
    </w:p>
    <w:p w14:paraId="14940E9D" w14:textId="77777777" w:rsidR="006944CC" w:rsidRDefault="006944CC" w:rsidP="008F5567">
      <w:pPr>
        <w:pStyle w:val="Text2-1"/>
      </w:pPr>
      <w:r>
        <w:t>V případě, že nově navrhovaný objekt bude v blízkosti hranice drážního pozemku, bude nutné provést přesné určení hranice. Toto přesné určení je plně v kompetenci geodeta Zhotovitele, který musí užít takových postupů a zajistit si potřebné podklady, včetně podkladů z dokumentace SŽG, aby zaručil přesné určení hranice dotčených pozemků v terénu v souladu s platnými zákony pro zeměměřictví.</w:t>
      </w:r>
    </w:p>
    <w:p w14:paraId="0F0155D6" w14:textId="77777777" w:rsidR="00515137" w:rsidRPr="005044A4" w:rsidRDefault="00515137" w:rsidP="0004755D">
      <w:pPr>
        <w:pStyle w:val="Nadpis2-2"/>
      </w:pPr>
      <w:bookmarkStart w:id="27" w:name="_Ref63774810"/>
      <w:bookmarkStart w:id="28" w:name="_Toc63778077"/>
      <w:bookmarkStart w:id="29" w:name="_Toc73020263"/>
      <w:bookmarkStart w:id="30" w:name="_Toc6410438"/>
      <w:r w:rsidRPr="005044A4">
        <w:t>Majetkové vypořádání během zhotovení stavby a po jejím dokončení</w:t>
      </w:r>
      <w:bookmarkEnd w:id="27"/>
      <w:bookmarkEnd w:id="28"/>
      <w:bookmarkEnd w:id="29"/>
    </w:p>
    <w:p w14:paraId="4E4B151D" w14:textId="679422B1" w:rsidR="00515137" w:rsidRPr="005044A4" w:rsidRDefault="00515137" w:rsidP="008F5567">
      <w:pPr>
        <w:pStyle w:val="Text2-1"/>
      </w:pPr>
      <w:r w:rsidRPr="005044A4">
        <w:t xml:space="preserve">Zhotovitel se zavazuje veškerá dotčení pozemků nad rámec trvalých záborů předpokládaných v Projektové dokumentaci, a to i v případě dotčení pozemků věcným břemenem mimo uzavřené smlouvy o smlouvě o zřízení věcného břemene, řádně zdůvodnit a projednat se zástupcem Objednatele. Po odsouhlasení rozsahu dotčení Objednatelem se Zhotovitel zavazuje co nejdříve kontaktovat vlastníka dotčeného pozemku a projednat s ním způsob majetkového vypořádání takového dotčení. </w:t>
      </w:r>
    </w:p>
    <w:p w14:paraId="1288210A" w14:textId="77777777" w:rsidR="00515137" w:rsidRPr="00F97079" w:rsidRDefault="00515137" w:rsidP="008F5567">
      <w:pPr>
        <w:pStyle w:val="Text2-1"/>
      </w:pPr>
      <w:r w:rsidRPr="005044A4">
        <w:t xml:space="preserve">Geometrické plány budou zpracovány, pro potřeby uzavření smluv o zřízení věcného břemene, kupních smluv, darovacích smluv a smluv o převzetí vyvolané investice. Geometrické plány pro dělení pozemků budou zpracovány dále s ohledem na druh a účel </w:t>
      </w:r>
      <w:r w:rsidRPr="00F97079">
        <w:t>budoucího využití.</w:t>
      </w:r>
    </w:p>
    <w:p w14:paraId="0B682ED7" w14:textId="6A207496" w:rsidR="006470D5" w:rsidRPr="00F97079" w:rsidRDefault="00F97079" w:rsidP="00116639">
      <w:pPr>
        <w:pStyle w:val="Text2-1"/>
      </w:pPr>
      <w:r w:rsidRPr="00F97079">
        <w:t>Na o</w:t>
      </w:r>
      <w:r w:rsidR="006470D5" w:rsidRPr="00F97079">
        <w:t xml:space="preserve">bjekt </w:t>
      </w:r>
      <w:r w:rsidR="00116639">
        <w:t>„</w:t>
      </w:r>
      <w:r w:rsidR="00D5795E" w:rsidRPr="00D5795E">
        <w:t>SO 04 Přeložky a ochrany drážních kabelů</w:t>
      </w:r>
      <w:r w:rsidR="00116639">
        <w:t>“</w:t>
      </w:r>
      <w:r w:rsidR="00D5795E">
        <w:t xml:space="preserve"> </w:t>
      </w:r>
      <w:r w:rsidR="00571E9D">
        <w:t>bude</w:t>
      </w:r>
      <w:r w:rsidR="006470D5" w:rsidRPr="00F97079">
        <w:t xml:space="preserve"> zpracován</w:t>
      </w:r>
      <w:r w:rsidR="00571E9D">
        <w:t xml:space="preserve"> samostatný</w:t>
      </w:r>
      <w:r w:rsidRPr="00F97079">
        <w:t xml:space="preserve"> geometrick</w:t>
      </w:r>
      <w:r w:rsidR="00571E9D">
        <w:t>ý</w:t>
      </w:r>
      <w:r w:rsidR="006470D5" w:rsidRPr="00F97079">
        <w:t xml:space="preserve"> plán</w:t>
      </w:r>
      <w:r w:rsidRPr="00F97079">
        <w:t>, kter</w:t>
      </w:r>
      <w:r w:rsidR="00571E9D">
        <w:t>ý</w:t>
      </w:r>
      <w:r w:rsidR="006470D5" w:rsidRPr="00F97079">
        <w:t xml:space="preserve"> bud</w:t>
      </w:r>
      <w:r w:rsidR="00571E9D">
        <w:t>e</w:t>
      </w:r>
      <w:r w:rsidR="006470D5" w:rsidRPr="00F97079">
        <w:t xml:space="preserve"> poté předán budoucímu správci objektu, Správě </w:t>
      </w:r>
      <w:r w:rsidR="00D5795E">
        <w:t xml:space="preserve">sdělovací a zabezpečovací techniky </w:t>
      </w:r>
      <w:r w:rsidR="006470D5" w:rsidRPr="00F97079">
        <w:t>(</w:t>
      </w:r>
      <w:r w:rsidR="00D5795E">
        <w:t>SSZT</w:t>
      </w:r>
      <w:r w:rsidR="006470D5" w:rsidRPr="00F97079">
        <w:t>) OŘ Ostrava</w:t>
      </w:r>
      <w:r w:rsidR="005B5CAB">
        <w:t xml:space="preserve"> a také předáno udržující organizaci ČD – Telematika </w:t>
      </w:r>
      <w:proofErr w:type="gramStart"/>
      <w:r w:rsidR="005B5CAB">
        <w:t>a.s..</w:t>
      </w:r>
      <w:proofErr w:type="gramEnd"/>
    </w:p>
    <w:p w14:paraId="36D9960B" w14:textId="77777777" w:rsidR="00515137" w:rsidRPr="005044A4" w:rsidRDefault="00515137" w:rsidP="0010600C">
      <w:pPr>
        <w:pStyle w:val="Text2-1"/>
      </w:pPr>
      <w:r w:rsidRPr="005044A4">
        <w:t>Ke zpracovanému geometrickému plánu pro rozdělení pozemku se Zhotovitel zavazuje projednat a zajistit souhlas příslušného stavebního úřadu s dělením pozemku.</w:t>
      </w:r>
    </w:p>
    <w:p w14:paraId="7E4A4802" w14:textId="77777777" w:rsidR="00515137" w:rsidRPr="005044A4" w:rsidRDefault="00515137" w:rsidP="00895D76">
      <w:pPr>
        <w:pStyle w:val="Text2-1"/>
      </w:pPr>
      <w:r w:rsidRPr="005044A4">
        <w:t>Pokud bude stavbou dotčen pozemek spadající do kategorie ZPF či PUPFL a předpokládá se jeho převod na Objednatele, zavazuje se zajistit příslušné rozhodnutí o odnětí.</w:t>
      </w:r>
    </w:p>
    <w:p w14:paraId="1D29DE6B" w14:textId="77777777" w:rsidR="00DF7BAA" w:rsidRPr="000700DC" w:rsidRDefault="00DF7BAA" w:rsidP="0004755D">
      <w:pPr>
        <w:pStyle w:val="Nadpis2-2"/>
      </w:pPr>
      <w:bookmarkStart w:id="31" w:name="_Toc73020264"/>
      <w:r w:rsidRPr="000700DC">
        <w:t>Doklady překládané zhotovitelem</w:t>
      </w:r>
      <w:bookmarkEnd w:id="30"/>
      <w:bookmarkEnd w:id="31"/>
    </w:p>
    <w:p w14:paraId="6A4670F5" w14:textId="7CF61BDB" w:rsidR="00D12C76" w:rsidRPr="000700DC" w:rsidRDefault="00D12C76" w:rsidP="00895D76">
      <w:pPr>
        <w:pStyle w:val="Text2-1"/>
      </w:pPr>
      <w:r w:rsidRPr="000700DC">
        <w:t xml:space="preserve">Před zahájením prací na objektech, jejichž součástí jsou „Určená technická zařízení“ ve smyslu vyhlášky MD č. 100/1995 Sb., kterou se stanoví podmínky pro provoz, </w:t>
      </w:r>
      <w:r w:rsidRPr="000700DC">
        <w:lastRenderedPageBreak/>
        <w:t xml:space="preserve">konstrukci a výrobu určených technických zařízení a jejich konkretizace (Řád určených technických zařízení), v platném znění, včetně prováděcích předpisů k této vyhlášce v platném znění, Zhotovitel </w:t>
      </w:r>
      <w:r w:rsidR="000E6DF3" w:rsidRPr="000700DC">
        <w:t>předlož</w:t>
      </w:r>
      <w:r w:rsidRPr="000700DC">
        <w:t>í doklad</w:t>
      </w:r>
      <w:r w:rsidR="000E6DF3" w:rsidRPr="000700DC">
        <w:t>y</w:t>
      </w:r>
      <w:r w:rsidRPr="000700DC">
        <w:t xml:space="preserve"> o tom, že má zajištěnou spolupráci právnické osoby podle ustanovení § 47 odst. 4 zákona č. 266/1994 Sb. o drahách v platném znění pro všechny druhy „Určených technických zařízení“, dotčených výstavbou. Z tohoto dokladu musí být zřejmé, že se vztahuje k plnění předmětné zakázky a bez předložení těchto dokladů n</w:t>
      </w:r>
      <w:r w:rsidR="00F446CB">
        <w:t>e</w:t>
      </w:r>
      <w:r w:rsidRPr="000700DC">
        <w:t>bude možné zahájit práce na výše uvedených objektech.</w:t>
      </w:r>
    </w:p>
    <w:p w14:paraId="2B685FCA" w14:textId="77777777" w:rsidR="000E6DF3" w:rsidRPr="000700DC" w:rsidRDefault="000E6DF3" w:rsidP="00F446CB">
      <w:pPr>
        <w:pStyle w:val="Text2-1"/>
      </w:pPr>
      <w:r w:rsidRPr="000700DC">
        <w:t xml:space="preserve">Zhotovitel doloží </w:t>
      </w:r>
      <w:r w:rsidRPr="000700DC">
        <w:rPr>
          <w:b/>
        </w:rPr>
        <w:t>mimo jiné</w:t>
      </w:r>
      <w:r w:rsidRPr="000700DC">
        <w:t xml:space="preserve">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436DEFDE" w14:textId="77777777" w:rsidR="008D366C" w:rsidRPr="000700DC" w:rsidRDefault="008D366C" w:rsidP="0004755D">
      <w:pPr>
        <w:pStyle w:val="Odrka1-1"/>
        <w:numPr>
          <w:ilvl w:val="0"/>
          <w:numId w:val="4"/>
        </w:numPr>
        <w:spacing w:after="60"/>
        <w:jc w:val="left"/>
      </w:pPr>
      <w:r w:rsidRPr="000700DC">
        <w:rPr>
          <w:b/>
        </w:rPr>
        <w:t>D-04</w:t>
      </w:r>
      <w:r w:rsidRPr="000700DC">
        <w:tab/>
        <w:t>Řízení sledu, řízení a provádění posunu</w:t>
      </w:r>
    </w:p>
    <w:p w14:paraId="3BCB2481" w14:textId="38C11738" w:rsidR="008D366C" w:rsidRDefault="008D366C" w:rsidP="0004755D">
      <w:pPr>
        <w:pStyle w:val="Odrka1-1"/>
        <w:numPr>
          <w:ilvl w:val="0"/>
          <w:numId w:val="4"/>
        </w:numPr>
        <w:spacing w:after="60"/>
        <w:jc w:val="left"/>
      </w:pPr>
      <w:r w:rsidRPr="000700DC">
        <w:rPr>
          <w:b/>
        </w:rPr>
        <w:t>K05/2</w:t>
      </w:r>
      <w:r w:rsidRPr="000700DC">
        <w:tab/>
        <w:t>Řízení a organizace stavebních, opravných nebo udržovacích pracích na</w:t>
      </w:r>
      <w:r w:rsidRPr="000700DC">
        <w:tab/>
      </w:r>
      <w:r w:rsidRPr="000700DC">
        <w:tab/>
        <w:t>železničním spodku a svršku</w:t>
      </w:r>
      <w:r w:rsidR="00116639">
        <w:t>.</w:t>
      </w:r>
    </w:p>
    <w:p w14:paraId="62A49D3A" w14:textId="6D36987D" w:rsidR="00116639" w:rsidRPr="00162A7C" w:rsidRDefault="00116639" w:rsidP="00162A7C">
      <w:pPr>
        <w:pStyle w:val="Odrka1-1"/>
        <w:numPr>
          <w:ilvl w:val="0"/>
          <w:numId w:val="4"/>
        </w:numPr>
        <w:tabs>
          <w:tab w:val="clear" w:pos="1077"/>
          <w:tab w:val="left" w:pos="1134"/>
        </w:tabs>
        <w:spacing w:after="60"/>
        <w:ind w:left="2127" w:hanging="1390"/>
        <w:jc w:val="left"/>
      </w:pPr>
      <w:r w:rsidRPr="00162A7C">
        <w:rPr>
          <w:b/>
        </w:rPr>
        <w:t>M-02</w:t>
      </w:r>
      <w:r w:rsidRPr="00162A7C">
        <w:t xml:space="preserve">      </w:t>
      </w:r>
      <w:r w:rsidR="00F446CB">
        <w:t xml:space="preserve"> </w:t>
      </w:r>
      <w:r w:rsidRPr="00162A7C">
        <w:t xml:space="preserve">Pracovní činnosti na stavbách mostních objektů </w:t>
      </w:r>
    </w:p>
    <w:p w14:paraId="33295ACC" w14:textId="77777777" w:rsidR="008D366C" w:rsidRPr="000700DC" w:rsidRDefault="008D366C" w:rsidP="0004755D">
      <w:pPr>
        <w:pStyle w:val="Odrka1-1"/>
        <w:numPr>
          <w:ilvl w:val="0"/>
          <w:numId w:val="4"/>
        </w:numPr>
        <w:spacing w:after="60"/>
        <w:jc w:val="left"/>
      </w:pPr>
      <w:r w:rsidRPr="000700DC">
        <w:rPr>
          <w:b/>
        </w:rPr>
        <w:t>Z-06c</w:t>
      </w:r>
      <w:r w:rsidRPr="000700DC">
        <w:tab/>
        <w:t xml:space="preserve">Řízení prací při stavbách na neprovozovaném zabezpečovacím zařízení, </w:t>
      </w:r>
      <w:r w:rsidRPr="000700DC">
        <w:tab/>
      </w:r>
      <w:r w:rsidRPr="000700DC">
        <w:tab/>
        <w:t>MST a VST,</w:t>
      </w:r>
    </w:p>
    <w:p w14:paraId="634FC34F" w14:textId="77777777" w:rsidR="000E6DF3" w:rsidRPr="000700DC" w:rsidRDefault="000E6DF3" w:rsidP="0004755D">
      <w:pPr>
        <w:pStyle w:val="Odrka1-1"/>
        <w:numPr>
          <w:ilvl w:val="0"/>
          <w:numId w:val="4"/>
        </w:numPr>
        <w:spacing w:after="60"/>
        <w:jc w:val="left"/>
      </w:pPr>
      <w:r w:rsidRPr="000700DC">
        <w:rPr>
          <w:b/>
        </w:rPr>
        <w:t>Z-06e</w:t>
      </w:r>
      <w:r w:rsidRPr="000700DC">
        <w:t xml:space="preserve"> </w:t>
      </w:r>
      <w:r w:rsidRPr="000700DC">
        <w:tab/>
        <w:t>Projektování a související činnosti na zabezpečovacím zařízení,</w:t>
      </w:r>
    </w:p>
    <w:p w14:paraId="0604A391" w14:textId="77777777" w:rsidR="000E6DF3" w:rsidRPr="000700DC" w:rsidRDefault="000E6DF3" w:rsidP="0004755D">
      <w:pPr>
        <w:pStyle w:val="Odrka1-1"/>
        <w:numPr>
          <w:ilvl w:val="0"/>
          <w:numId w:val="4"/>
        </w:numPr>
        <w:spacing w:after="60"/>
        <w:jc w:val="left"/>
      </w:pPr>
      <w:r w:rsidRPr="000700DC">
        <w:rPr>
          <w:b/>
        </w:rPr>
        <w:t>G-01</w:t>
      </w:r>
      <w:r w:rsidRPr="000700DC">
        <w:t xml:space="preserve"> + </w:t>
      </w:r>
      <w:r w:rsidRPr="000700DC">
        <w:rPr>
          <w:b/>
        </w:rPr>
        <w:t>G-03</w:t>
      </w:r>
      <w:r w:rsidRPr="000700DC">
        <w:t xml:space="preserve"> nebo </w:t>
      </w:r>
      <w:r w:rsidRPr="000700DC">
        <w:rPr>
          <w:b/>
        </w:rPr>
        <w:t>G-02</w:t>
      </w:r>
      <w:r w:rsidRPr="000700DC">
        <w:tab/>
      </w:r>
    </w:p>
    <w:p w14:paraId="7B039A6F" w14:textId="77777777" w:rsidR="000E6DF3" w:rsidRPr="000700DC" w:rsidRDefault="000E6DF3" w:rsidP="0004755D">
      <w:pPr>
        <w:pStyle w:val="Odrka1-2-"/>
        <w:numPr>
          <w:ilvl w:val="0"/>
          <w:numId w:val="0"/>
        </w:numPr>
        <w:ind w:left="1531"/>
        <w:jc w:val="left"/>
      </w:pPr>
      <w:r w:rsidRPr="000700DC">
        <w:rPr>
          <w:b/>
        </w:rPr>
        <w:t>G-01</w:t>
      </w:r>
      <w:r w:rsidRPr="000700DC">
        <w:tab/>
        <w:t xml:space="preserve">Projektování a provádění prací při geodetické činnosti </w:t>
      </w:r>
    </w:p>
    <w:p w14:paraId="083D6A7D" w14:textId="7223191B" w:rsidR="008D366C" w:rsidRPr="000205F9" w:rsidRDefault="000E6DF3" w:rsidP="0004755D">
      <w:pPr>
        <w:tabs>
          <w:tab w:val="left" w:pos="2127"/>
        </w:tabs>
        <w:spacing w:after="120"/>
        <w:ind w:left="2130" w:hanging="570"/>
        <w:rPr>
          <w:sz w:val="18"/>
          <w:szCs w:val="18"/>
        </w:rPr>
      </w:pPr>
      <w:r w:rsidRPr="00ED6E02">
        <w:rPr>
          <w:b/>
          <w:sz w:val="18"/>
          <w:szCs w:val="18"/>
        </w:rPr>
        <w:t>G-02</w:t>
      </w:r>
      <w:r w:rsidR="005B5CAB">
        <w:rPr>
          <w:b/>
          <w:sz w:val="18"/>
          <w:szCs w:val="18"/>
        </w:rPr>
        <w:t xml:space="preserve"> </w:t>
      </w:r>
      <w:r w:rsidR="005B5CAB">
        <w:rPr>
          <w:b/>
          <w:sz w:val="18"/>
          <w:szCs w:val="18"/>
        </w:rPr>
        <w:tab/>
      </w:r>
      <w:r w:rsidR="008D366C">
        <w:rPr>
          <w:sz w:val="18"/>
          <w:szCs w:val="18"/>
        </w:rPr>
        <w:t>V</w:t>
      </w:r>
      <w:r w:rsidR="008D366C" w:rsidRPr="000205F9">
        <w:rPr>
          <w:sz w:val="18"/>
          <w:szCs w:val="18"/>
        </w:rPr>
        <w:t>edoucí prací geodetických činností, ověřování výsledků zeměměřičských činností dle zákona č. 200/1994 Sb. v rozsahu úředního oprávnění c) dodavatelem</w:t>
      </w:r>
    </w:p>
    <w:p w14:paraId="7E62DD34" w14:textId="77777777" w:rsidR="000E6DF3" w:rsidRPr="000700DC" w:rsidRDefault="000E6DF3" w:rsidP="0004755D">
      <w:pPr>
        <w:pStyle w:val="Odrka1-2-"/>
        <w:numPr>
          <w:ilvl w:val="0"/>
          <w:numId w:val="0"/>
        </w:numPr>
        <w:ind w:left="2127" w:hanging="596"/>
        <w:jc w:val="left"/>
      </w:pPr>
      <w:r w:rsidRPr="000700DC">
        <w:rPr>
          <w:b/>
        </w:rPr>
        <w:t>G-03</w:t>
      </w:r>
      <w:r w:rsidRPr="000700DC">
        <w:tab/>
        <w:t>Ověřování výsledků zeměměřičských činností dle zákona č. 200/1994 Sb. v rozsahu úředního oprávnění c) dodavatelem,</w:t>
      </w:r>
    </w:p>
    <w:p w14:paraId="6EAF9BC1" w14:textId="77777777" w:rsidR="00DF7BAA" w:rsidRPr="000700DC" w:rsidRDefault="00DF7BAA" w:rsidP="00F446CB">
      <w:pPr>
        <w:pStyle w:val="Text2-1"/>
      </w:pPr>
      <w:r w:rsidRPr="000700DC">
        <w:t xml:space="preserve">Výše uvedené doklady upravující odbornou způsobilost musí osvědčit odbornou způsobilost samotného dodavatele (je-li fyzickou osobou) nebo jiné osoby, která bude pro dodavatele </w:t>
      </w:r>
      <w:r w:rsidR="000E6DF3" w:rsidRPr="000700DC">
        <w:t xml:space="preserve">příslušnou činnost vykonávat.  </w:t>
      </w:r>
    </w:p>
    <w:p w14:paraId="61F71B78" w14:textId="77777777" w:rsidR="00DF7BAA" w:rsidRDefault="00DF7BAA" w:rsidP="0004755D">
      <w:pPr>
        <w:pStyle w:val="Nadpis2-2"/>
      </w:pPr>
      <w:bookmarkStart w:id="32" w:name="_Toc6410439"/>
      <w:bookmarkStart w:id="33" w:name="_Toc73020265"/>
      <w:r>
        <w:t>Dokumentace zhotovitele pro stavbu</w:t>
      </w:r>
      <w:bookmarkEnd w:id="32"/>
      <w:bookmarkEnd w:id="33"/>
    </w:p>
    <w:p w14:paraId="23CA77A2" w14:textId="50B9D4C2" w:rsidR="008D366C" w:rsidRDefault="0084547F" w:rsidP="00F446CB">
      <w:pPr>
        <w:pStyle w:val="Text2-1"/>
      </w:pPr>
      <w:r>
        <w:t>Zhotovitel dodá schválenou výrobní dokumentaci zábradlí.</w:t>
      </w:r>
    </w:p>
    <w:p w14:paraId="04B92AC6" w14:textId="1918252E" w:rsidR="0084547F" w:rsidRPr="000700DC" w:rsidRDefault="0084547F" w:rsidP="00F446CB">
      <w:pPr>
        <w:pStyle w:val="Text2-1"/>
      </w:pPr>
      <w:r>
        <w:t>Před zahájením prací zhotovitel dodá aktualizovaný harmonogram provádění prací, zahrnující práce na všech stavebních objektech.</w:t>
      </w:r>
    </w:p>
    <w:p w14:paraId="0AE95767" w14:textId="77777777" w:rsidR="00DF7BAA" w:rsidRDefault="00DF7BAA" w:rsidP="00F446CB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34CACB3B" w14:textId="2AB19A30" w:rsidR="0035705E" w:rsidRDefault="00DF7BAA" w:rsidP="00F446CB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v přiměřeném rozsahu nutném pro realizaci stavby</w:t>
      </w:r>
      <w:r w:rsidR="0035705E">
        <w:t>.</w:t>
      </w:r>
    </w:p>
    <w:p w14:paraId="2EBAAAE8" w14:textId="4A67073E" w:rsidR="0004755D" w:rsidRPr="004026CB" w:rsidRDefault="0004755D" w:rsidP="00F446CB">
      <w:pPr>
        <w:pStyle w:val="Text2-1"/>
      </w:pPr>
      <w:r w:rsidRPr="004026CB">
        <w:t xml:space="preserve">Součásti dokumentace zhotovitele pro stavbu bude havarijní plán pro vodní tok po dobu </w:t>
      </w:r>
      <w:r w:rsidR="004026CB" w:rsidRPr="004026CB">
        <w:t>stavebních</w:t>
      </w:r>
      <w:r w:rsidRPr="004026CB">
        <w:t xml:space="preserve"> prací.</w:t>
      </w:r>
    </w:p>
    <w:p w14:paraId="62E374D7" w14:textId="77777777" w:rsidR="00DF7BAA" w:rsidRPr="006944CC" w:rsidRDefault="00DF7BAA" w:rsidP="0004755D">
      <w:pPr>
        <w:pStyle w:val="Nadpis2-2"/>
      </w:pPr>
      <w:bookmarkStart w:id="34" w:name="_Toc6410440"/>
      <w:bookmarkStart w:id="35" w:name="_Toc73020266"/>
      <w:r w:rsidRPr="006944CC">
        <w:t>Dokumentace skutečného provedení stavby</w:t>
      </w:r>
      <w:bookmarkEnd w:id="34"/>
      <w:bookmarkEnd w:id="35"/>
    </w:p>
    <w:p w14:paraId="5648321D" w14:textId="77777777" w:rsidR="00DF7BAA" w:rsidRPr="003432EF" w:rsidRDefault="00DF7BAA" w:rsidP="0004755D">
      <w:pPr>
        <w:pStyle w:val="Text2-1"/>
        <w:jc w:val="left"/>
      </w:pPr>
      <w:r w:rsidRPr="003432EF">
        <w:t>Součástí dokumentace dle skutečného stavu provedení kromě jiného budou:</w:t>
      </w:r>
    </w:p>
    <w:p w14:paraId="0A227FD3" w14:textId="01BFCBFF" w:rsidR="003432EF" w:rsidRDefault="003432EF" w:rsidP="00F446CB">
      <w:pPr>
        <w:pStyle w:val="ZTPinfo-text"/>
        <w:numPr>
          <w:ilvl w:val="0"/>
          <w:numId w:val="23"/>
        </w:numPr>
        <w:rPr>
          <w:i w:val="0"/>
          <w:color w:val="auto"/>
        </w:rPr>
      </w:pPr>
      <w:r w:rsidRPr="00AF356A">
        <w:rPr>
          <w:i w:val="0"/>
          <w:color w:val="auto"/>
        </w:rPr>
        <w:t>Kompletní dokladová část včetně certifikátů a atestů na použitý materiál a zařízení dle TKP</w:t>
      </w:r>
    </w:p>
    <w:p w14:paraId="692FFF4A" w14:textId="77777777" w:rsidR="004026CB" w:rsidRPr="00F446CB" w:rsidRDefault="004026CB" w:rsidP="00F446CB">
      <w:pPr>
        <w:pStyle w:val="Odstavecseseznamem"/>
        <w:numPr>
          <w:ilvl w:val="0"/>
          <w:numId w:val="23"/>
        </w:numPr>
        <w:jc w:val="both"/>
        <w:rPr>
          <w:sz w:val="18"/>
          <w:szCs w:val="18"/>
        </w:rPr>
      </w:pPr>
      <w:r w:rsidRPr="00F446CB">
        <w:rPr>
          <w:sz w:val="18"/>
          <w:szCs w:val="18"/>
        </w:rPr>
        <w:t>Výchozí revizní zpráva, Technická prohlídka a zkoušky, Průkaz způsobilosti</w:t>
      </w:r>
    </w:p>
    <w:p w14:paraId="688E7E31" w14:textId="035DE7E2" w:rsidR="003432EF" w:rsidRDefault="003432EF" w:rsidP="00F446CB">
      <w:pPr>
        <w:pStyle w:val="ZTPinfo-text"/>
        <w:numPr>
          <w:ilvl w:val="0"/>
          <w:numId w:val="23"/>
        </w:numPr>
        <w:rPr>
          <w:i w:val="0"/>
          <w:color w:val="auto"/>
        </w:rPr>
      </w:pPr>
      <w:r w:rsidRPr="00AF356A">
        <w:rPr>
          <w:i w:val="0"/>
          <w:color w:val="auto"/>
        </w:rPr>
        <w:t>Geodetická dokumentace včetně schvalovacího protokolu od SŽG</w:t>
      </w:r>
    </w:p>
    <w:p w14:paraId="1BC357AF" w14:textId="77777777" w:rsidR="004026CB" w:rsidRPr="004026CB" w:rsidRDefault="004026CB" w:rsidP="00F446CB">
      <w:pPr>
        <w:pStyle w:val="Odstavecseseznamem"/>
        <w:numPr>
          <w:ilvl w:val="0"/>
          <w:numId w:val="23"/>
        </w:numPr>
        <w:jc w:val="both"/>
        <w:rPr>
          <w:sz w:val="18"/>
          <w:szCs w:val="18"/>
        </w:rPr>
      </w:pPr>
      <w:r w:rsidRPr="004026CB">
        <w:rPr>
          <w:sz w:val="18"/>
          <w:szCs w:val="18"/>
        </w:rPr>
        <w:t>Zpráva o nezávislém posouzení bezpečnosti, analýze a hodnocení rizik změny železniční infrastruktury, provedených podle nařízení Komise (EU)</w:t>
      </w:r>
    </w:p>
    <w:p w14:paraId="4E7E43CB" w14:textId="09B056B7" w:rsidR="00003E27" w:rsidRDefault="00AF356A" w:rsidP="00F446CB">
      <w:pPr>
        <w:pStyle w:val="ZTPinfo-text"/>
        <w:numPr>
          <w:ilvl w:val="0"/>
          <w:numId w:val="23"/>
        </w:numPr>
        <w:rPr>
          <w:i w:val="0"/>
          <w:color w:val="auto"/>
        </w:rPr>
      </w:pPr>
      <w:r w:rsidRPr="00AF356A">
        <w:rPr>
          <w:i w:val="0"/>
          <w:color w:val="auto"/>
        </w:rPr>
        <w:lastRenderedPageBreak/>
        <w:t>Geodetické zaměření stavby propustku s vyznačením hranic drážního pozemku</w:t>
      </w:r>
    </w:p>
    <w:p w14:paraId="4CFB5BA2" w14:textId="2DFDEDF0" w:rsidR="003E6993" w:rsidRPr="00F446CB" w:rsidRDefault="003E6993" w:rsidP="00F446CB">
      <w:pPr>
        <w:pStyle w:val="ZTPinfo-text"/>
        <w:numPr>
          <w:ilvl w:val="0"/>
          <w:numId w:val="23"/>
        </w:numPr>
        <w:rPr>
          <w:i w:val="0"/>
          <w:color w:val="auto"/>
        </w:rPr>
      </w:pPr>
      <w:r w:rsidRPr="00F446CB">
        <w:rPr>
          <w:i w:val="0"/>
          <w:color w:val="auto"/>
        </w:rPr>
        <w:t xml:space="preserve">Část geodetické dokumentace, pro předání ŘSD ČR, bude zpracována dle platných směrnic ŘSD ČR, a to zejména dle směrnice B2/C1. (Dle vyjádření MD </w:t>
      </w:r>
      <w:proofErr w:type="gramStart"/>
      <w:r w:rsidRPr="00F446CB">
        <w:rPr>
          <w:i w:val="0"/>
          <w:color w:val="auto"/>
        </w:rPr>
        <w:t>č.j.</w:t>
      </w:r>
      <w:proofErr w:type="gramEnd"/>
      <w:r w:rsidRPr="00F446CB">
        <w:rPr>
          <w:i w:val="0"/>
          <w:color w:val="auto"/>
        </w:rPr>
        <w:t>:</w:t>
      </w:r>
      <w:r w:rsidRPr="00F446CB">
        <w:t xml:space="preserve"> </w:t>
      </w:r>
      <w:r w:rsidRPr="00F446CB">
        <w:rPr>
          <w:i w:val="0"/>
          <w:color w:val="auto"/>
        </w:rPr>
        <w:t xml:space="preserve">1034/2020-910-IPK/6 ze dne: </w:t>
      </w:r>
      <w:proofErr w:type="gramStart"/>
      <w:r w:rsidRPr="00F446CB">
        <w:rPr>
          <w:i w:val="0"/>
          <w:color w:val="auto"/>
        </w:rPr>
        <w:t>24.02.2021</w:t>
      </w:r>
      <w:proofErr w:type="gramEnd"/>
      <w:r w:rsidRPr="00F446CB">
        <w:rPr>
          <w:i w:val="0"/>
          <w:color w:val="auto"/>
        </w:rPr>
        <w:t>.)</w:t>
      </w:r>
    </w:p>
    <w:p w14:paraId="64AC39C1" w14:textId="77777777" w:rsidR="00AF356A" w:rsidRDefault="00003E27" w:rsidP="0004755D">
      <w:pPr>
        <w:pStyle w:val="Nadpis2-2"/>
      </w:pPr>
      <w:bookmarkStart w:id="36" w:name="_Toc6410442"/>
      <w:bookmarkStart w:id="37" w:name="_Toc62220876"/>
      <w:bookmarkStart w:id="38" w:name="_Toc73020267"/>
      <w:r>
        <w:t>Sdělovací zařízení</w:t>
      </w:r>
      <w:bookmarkEnd w:id="36"/>
      <w:bookmarkEnd w:id="37"/>
      <w:bookmarkEnd w:id="38"/>
    </w:p>
    <w:p w14:paraId="7D65D25D" w14:textId="77777777" w:rsidR="0004755D" w:rsidRDefault="00284B84" w:rsidP="0004755D">
      <w:pPr>
        <w:pStyle w:val="Text2-1"/>
        <w:jc w:val="left"/>
      </w:pPr>
      <w:r w:rsidRPr="00284B84">
        <w:t xml:space="preserve">V rámci stavby bude řešena přeložka kabelů ve správě SSZT: </w:t>
      </w:r>
    </w:p>
    <w:p w14:paraId="5E630F20" w14:textId="40B7C1AD" w:rsidR="0004755D" w:rsidRDefault="00284B84" w:rsidP="0004755D">
      <w:pPr>
        <w:pStyle w:val="Text2-1"/>
        <w:numPr>
          <w:ilvl w:val="0"/>
          <w:numId w:val="23"/>
        </w:numPr>
        <w:jc w:val="left"/>
      </w:pPr>
      <w:r w:rsidRPr="0004755D">
        <w:t>TCEKPFLEY 4P1 k</w:t>
      </w:r>
      <w:r w:rsidR="0004755D">
        <w:t> </w:t>
      </w:r>
      <w:proofErr w:type="spellStart"/>
      <w:r w:rsidRPr="0004755D">
        <w:t>PřL</w:t>
      </w:r>
      <w:proofErr w:type="spellEnd"/>
    </w:p>
    <w:p w14:paraId="04E97BEC" w14:textId="68014163" w:rsidR="0004755D" w:rsidRDefault="00284B84" w:rsidP="0004755D">
      <w:pPr>
        <w:pStyle w:val="Text2-1"/>
        <w:numPr>
          <w:ilvl w:val="0"/>
          <w:numId w:val="23"/>
        </w:numPr>
        <w:jc w:val="left"/>
      </w:pPr>
      <w:r w:rsidRPr="0004755D">
        <w:t xml:space="preserve">TCEPKPFLEY 3XN0,8 k počítacímu bodu </w:t>
      </w:r>
    </w:p>
    <w:p w14:paraId="042DAEDD" w14:textId="242AC451" w:rsidR="00003E27" w:rsidRPr="0004755D" w:rsidRDefault="00284B84" w:rsidP="0004755D">
      <w:pPr>
        <w:pStyle w:val="Text2-1"/>
        <w:numPr>
          <w:ilvl w:val="0"/>
          <w:numId w:val="23"/>
        </w:numPr>
        <w:jc w:val="left"/>
      </w:pPr>
      <w:r w:rsidRPr="0004755D">
        <w:t xml:space="preserve">nevyužívaný kabel k zrušenému přejezdníku – TCEKPFLEY 4p1 </w:t>
      </w:r>
    </w:p>
    <w:p w14:paraId="6B5C88C2" w14:textId="77777777" w:rsidR="00DF7BAA" w:rsidRPr="00C47B00" w:rsidRDefault="00DF7BAA" w:rsidP="0004755D">
      <w:pPr>
        <w:pStyle w:val="Nadpis2-2"/>
      </w:pPr>
      <w:bookmarkStart w:id="39" w:name="_Toc6410449"/>
      <w:bookmarkStart w:id="40" w:name="_Toc73020268"/>
      <w:r w:rsidRPr="00C47B00">
        <w:t>Mosty, propustky a zdi</w:t>
      </w:r>
      <w:bookmarkEnd w:id="39"/>
      <w:bookmarkEnd w:id="40"/>
    </w:p>
    <w:p w14:paraId="57F7797B" w14:textId="66CE3F0D" w:rsidR="00DF7BAA" w:rsidRDefault="00AF356A" w:rsidP="0004755D">
      <w:pPr>
        <w:pStyle w:val="Text2-1"/>
        <w:jc w:val="left"/>
      </w:pPr>
      <w:r>
        <w:t>Jedná se o přestavbu stávajícího železničního mostu na propustek</w:t>
      </w:r>
    </w:p>
    <w:p w14:paraId="1155CD89" w14:textId="1C69E5A7" w:rsidR="0004755D" w:rsidRPr="00F446CB" w:rsidRDefault="0004755D" w:rsidP="00F446CB">
      <w:pPr>
        <w:pStyle w:val="Text2-1"/>
      </w:pPr>
      <w:r w:rsidRPr="00F446CB">
        <w:t xml:space="preserve">Po dobu provádění </w:t>
      </w:r>
      <w:r w:rsidR="004026CB" w:rsidRPr="00F446CB">
        <w:t>stavebních</w:t>
      </w:r>
      <w:r w:rsidRPr="00F446CB">
        <w:t xml:space="preserve"> prací bude v korytě </w:t>
      </w:r>
      <w:proofErr w:type="gramStart"/>
      <w:r w:rsidRPr="00F446CB">
        <w:t>v.t.</w:t>
      </w:r>
      <w:proofErr w:type="gramEnd"/>
      <w:r w:rsidRPr="00F446CB">
        <w:t xml:space="preserve"> </w:t>
      </w:r>
      <w:proofErr w:type="spellStart"/>
      <w:r w:rsidRPr="00F446CB">
        <w:t>Pazderůvka</w:t>
      </w:r>
      <w:proofErr w:type="spellEnd"/>
      <w:r w:rsidRPr="00F446CB">
        <w:t xml:space="preserve"> trvale umístěna norná stěna. Podmínky k umístění norné stěny budou součásti vypracovaného havarijního plánu.</w:t>
      </w:r>
    </w:p>
    <w:p w14:paraId="1C10F8F6" w14:textId="77777777" w:rsidR="00DF7BAA" w:rsidRDefault="00DF7BAA" w:rsidP="0004755D">
      <w:pPr>
        <w:pStyle w:val="Nadpis2-2"/>
      </w:pPr>
      <w:bookmarkStart w:id="41" w:name="_Toc6410457"/>
      <w:bookmarkStart w:id="42" w:name="_Toc73020269"/>
      <w:r>
        <w:t>Vyzískaný materiál</w:t>
      </w:r>
      <w:bookmarkEnd w:id="41"/>
      <w:bookmarkEnd w:id="42"/>
    </w:p>
    <w:p w14:paraId="522BA3AC" w14:textId="77777777" w:rsidR="00DF7BAA" w:rsidRDefault="0005044E" w:rsidP="00F446CB">
      <w:pPr>
        <w:pStyle w:val="Text2-1"/>
      </w:pPr>
      <w:r w:rsidRPr="006C33D8">
        <w:t xml:space="preserve">Vyzískaný materiál ze stavby zůstává v majetku Objednatele. Vyzískaný materiál převezme </w:t>
      </w:r>
      <w:r w:rsidRPr="005F5F61">
        <w:t>protokolárně Oblastní ředitelství Ostrava</w:t>
      </w:r>
      <w:r w:rsidRPr="006C33D8">
        <w:t xml:space="preserve">. </w:t>
      </w:r>
      <w:r>
        <w:t>Případně zhotovitel zajistí jeho ekologickou likvidaci.</w:t>
      </w:r>
    </w:p>
    <w:p w14:paraId="6F32E110" w14:textId="77777777" w:rsidR="00DF7BAA" w:rsidRDefault="00DF7BAA" w:rsidP="0004755D">
      <w:pPr>
        <w:pStyle w:val="Nadpis2-2"/>
      </w:pPr>
      <w:bookmarkStart w:id="43" w:name="_Toc6410458"/>
      <w:bookmarkStart w:id="44" w:name="_Toc73020270"/>
      <w:r>
        <w:t>Životní prostředí a nakládání s odpady</w:t>
      </w:r>
      <w:bookmarkEnd w:id="43"/>
      <w:bookmarkEnd w:id="44"/>
    </w:p>
    <w:p w14:paraId="0DF10C04" w14:textId="77777777" w:rsidR="001860E7" w:rsidRPr="00442E80" w:rsidRDefault="001860E7" w:rsidP="0004755D">
      <w:pPr>
        <w:pStyle w:val="Text2-1"/>
        <w:jc w:val="left"/>
        <w:rPr>
          <w:rStyle w:val="Tun"/>
          <w:b w:val="0"/>
        </w:rPr>
      </w:pPr>
      <w:r w:rsidRPr="00442E80">
        <w:rPr>
          <w:rStyle w:val="Tun"/>
        </w:rPr>
        <w:t>Nakládání</w:t>
      </w:r>
      <w:r w:rsidRPr="00442E80">
        <w:rPr>
          <w:rStyle w:val="Tun"/>
          <w:b w:val="0"/>
        </w:rPr>
        <w:t xml:space="preserve"> </w:t>
      </w:r>
      <w:r w:rsidRPr="00442E80">
        <w:rPr>
          <w:rStyle w:val="Tun"/>
        </w:rPr>
        <w:t>s</w:t>
      </w:r>
      <w:r w:rsidRPr="00442E80">
        <w:rPr>
          <w:rStyle w:val="Tun"/>
          <w:b w:val="0"/>
        </w:rPr>
        <w:t xml:space="preserve"> </w:t>
      </w:r>
      <w:r w:rsidRPr="00442E80">
        <w:rPr>
          <w:rStyle w:val="Tun"/>
        </w:rPr>
        <w:t>odpady</w:t>
      </w:r>
      <w:r w:rsidRPr="00442E80">
        <w:rPr>
          <w:rStyle w:val="Tun"/>
          <w:b w:val="0"/>
        </w:rPr>
        <w:t xml:space="preserve"> </w:t>
      </w:r>
    </w:p>
    <w:p w14:paraId="7366A9D3" w14:textId="77777777" w:rsidR="001860E7" w:rsidRPr="00C47B00" w:rsidRDefault="001860E7" w:rsidP="00F446CB">
      <w:pPr>
        <w:pStyle w:val="Text2-2"/>
      </w:pPr>
      <w:r w:rsidRPr="00C47B00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C47B00">
        <w:t xml:space="preserve">   </w:t>
      </w:r>
    </w:p>
    <w:p w14:paraId="448E0295" w14:textId="77777777" w:rsidR="001860E7" w:rsidRPr="00C47B00" w:rsidRDefault="001860E7" w:rsidP="00F446CB">
      <w:pPr>
        <w:pStyle w:val="Text2-2"/>
      </w:pPr>
      <w:r w:rsidRPr="00C47B00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C47B00">
        <w:t xml:space="preserve"> </w:t>
      </w:r>
    </w:p>
    <w:p w14:paraId="1705DC95" w14:textId="77777777" w:rsidR="00DF7BAA" w:rsidRDefault="00DF7BAA" w:rsidP="0004755D">
      <w:pPr>
        <w:pStyle w:val="Nadpis2-1"/>
      </w:pPr>
      <w:bookmarkStart w:id="45" w:name="_Toc6410460"/>
      <w:bookmarkStart w:id="46" w:name="_Toc73020271"/>
      <w:r w:rsidRPr="00EC2E51">
        <w:t>ORGANIZACE</w:t>
      </w:r>
      <w:r>
        <w:t xml:space="preserve"> VÝSTAVBY, VÝLUKY</w:t>
      </w:r>
      <w:bookmarkEnd w:id="45"/>
      <w:bookmarkEnd w:id="46"/>
    </w:p>
    <w:p w14:paraId="56EBFA6C" w14:textId="77777777" w:rsidR="00DF7BAA" w:rsidRPr="00C47B00" w:rsidRDefault="00DF7BAA" w:rsidP="00F446CB">
      <w:pPr>
        <w:pStyle w:val="Text2-1"/>
      </w:pPr>
      <w:r w:rsidRPr="00C47B00">
        <w:t>Rozhodující milníky doporučeného časového harmonogramu: Při zpracování harmonogramu je nutné vycházet z jednotlivých stavebních postupů uvedených v ZOV a dodržet množs</w:t>
      </w:r>
      <w:r w:rsidR="009860B0" w:rsidRPr="00C47B00">
        <w:t>tví a délku předjednaných výluk.</w:t>
      </w:r>
    </w:p>
    <w:p w14:paraId="3D48814A" w14:textId="22043B92" w:rsidR="00B875C7" w:rsidRDefault="00B875C7" w:rsidP="00F446CB">
      <w:pPr>
        <w:pStyle w:val="Text2-1"/>
      </w:pPr>
      <w:r>
        <w:t>Plánovaná výluka pro předmětnou stavbu je od 1</w:t>
      </w:r>
      <w:r w:rsidR="00A57686">
        <w:t>3</w:t>
      </w:r>
      <w:r>
        <w:t xml:space="preserve">. </w:t>
      </w:r>
      <w:r w:rsidR="00A57686">
        <w:t>9</w:t>
      </w:r>
      <w:r>
        <w:t>. 2021 do 1</w:t>
      </w:r>
      <w:r w:rsidR="00A57686">
        <w:t>2</w:t>
      </w:r>
      <w:r>
        <w:t xml:space="preserve">. </w:t>
      </w:r>
      <w:r w:rsidR="00A57686">
        <w:t>10</w:t>
      </w:r>
      <w:r>
        <w:t>. 2021 (</w:t>
      </w:r>
      <w:r w:rsidR="00A57686">
        <w:t xml:space="preserve">30 dní - </w:t>
      </w:r>
      <w:r>
        <w:t>nepřetržitá).</w:t>
      </w:r>
    </w:p>
    <w:p w14:paraId="7C68340B" w14:textId="77777777" w:rsidR="00DF7BAA" w:rsidRPr="00C47B00" w:rsidRDefault="00DF7BAA" w:rsidP="0004755D">
      <w:pPr>
        <w:pStyle w:val="Nadpis2-1"/>
      </w:pPr>
      <w:bookmarkStart w:id="47" w:name="_Toc6410461"/>
      <w:bookmarkStart w:id="48" w:name="_Toc73020272"/>
      <w:r w:rsidRPr="00C47B00">
        <w:t>SOUVISEJÍCÍ DOKUMENTY A PŘEDPISY</w:t>
      </w:r>
      <w:bookmarkEnd w:id="47"/>
      <w:bookmarkEnd w:id="48"/>
    </w:p>
    <w:p w14:paraId="44A17C69" w14:textId="77777777" w:rsidR="009C4EEA" w:rsidRPr="00C47B00" w:rsidRDefault="009C4EEA" w:rsidP="0004755D">
      <w:pPr>
        <w:pStyle w:val="Text2-1"/>
        <w:jc w:val="left"/>
      </w:pPr>
      <w:r w:rsidRPr="00C47B00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022EB013" w14:textId="77777777" w:rsidR="009C4EEA" w:rsidRPr="00C47B00" w:rsidRDefault="009C4EEA" w:rsidP="0004755D">
      <w:pPr>
        <w:pStyle w:val="Text2-1"/>
        <w:jc w:val="left"/>
      </w:pPr>
      <w:r w:rsidRPr="00C47B00">
        <w:t xml:space="preserve">Objednatel umožňuje Zhotoviteli přístup ke svým dokumentům a vnitřním předpisům na svých webových stránkách: </w:t>
      </w:r>
    </w:p>
    <w:p w14:paraId="542579E8" w14:textId="77777777" w:rsidR="009C4EEA" w:rsidRPr="00C47B00" w:rsidRDefault="00045F29" w:rsidP="0004755D">
      <w:pPr>
        <w:pStyle w:val="Textbezslovn"/>
        <w:jc w:val="left"/>
      </w:pPr>
      <w:hyperlink r:id="rId11" w:history="1">
        <w:r w:rsidR="009C4EEA" w:rsidRPr="00C47B00">
          <w:rPr>
            <w:rStyle w:val="Tun"/>
          </w:rPr>
          <w:t>www.</w:t>
        </w:r>
        <w:r w:rsidR="00A51ACE" w:rsidRPr="00C47B00">
          <w:rPr>
            <w:rStyle w:val="Tun"/>
          </w:rPr>
          <w:t>spravazeleznic</w:t>
        </w:r>
        <w:r w:rsidR="009C4EEA" w:rsidRPr="00C47B00">
          <w:rPr>
            <w:rStyle w:val="Tun"/>
          </w:rPr>
          <w:t>.cz</w:t>
        </w:r>
      </w:hyperlink>
      <w:r w:rsidR="009C4EEA" w:rsidRPr="00C47B00">
        <w:rPr>
          <w:rStyle w:val="Tun"/>
        </w:rPr>
        <w:t xml:space="preserve"> v sekci „O nás / Vnitřní předpisy / odkaz Dokumenty a</w:t>
      </w:r>
      <w:r w:rsidR="0012299E" w:rsidRPr="00C47B00">
        <w:rPr>
          <w:rStyle w:val="Tun"/>
        </w:rPr>
        <w:t> </w:t>
      </w:r>
      <w:r w:rsidR="009C4EEA" w:rsidRPr="00C47B00">
        <w:rPr>
          <w:rStyle w:val="Tun"/>
        </w:rPr>
        <w:t>předpisy“</w:t>
      </w:r>
      <w:r w:rsidR="009C4EEA" w:rsidRPr="00C47B00">
        <w:t xml:space="preserve"> (https://www.</w:t>
      </w:r>
      <w:r w:rsidR="00A51ACE" w:rsidRPr="00C47B00">
        <w:t>spravazeleznic</w:t>
      </w:r>
      <w:r w:rsidR="009C4EEA" w:rsidRPr="00C47B00">
        <w:t>.cz/o-nas/vnitrni-predpisy-spravy-zeleznic/</w:t>
      </w:r>
      <w:r w:rsidR="0012299E" w:rsidRPr="00C47B00">
        <w:br/>
      </w:r>
      <w:r w:rsidR="009C4EEA" w:rsidRPr="00C47B00">
        <w:t>dokumenty-a-</w:t>
      </w:r>
      <w:proofErr w:type="spellStart"/>
      <w:r w:rsidR="009C4EEA" w:rsidRPr="00C47B00">
        <w:t>predpisy</w:t>
      </w:r>
      <w:proofErr w:type="spellEnd"/>
      <w:r w:rsidR="009C4EEA" w:rsidRPr="00C47B00">
        <w:t>)</w:t>
      </w:r>
    </w:p>
    <w:p w14:paraId="3CC28B2E" w14:textId="77777777" w:rsidR="009C4EEA" w:rsidRPr="00C47B00" w:rsidRDefault="009C4EEA" w:rsidP="0031738F">
      <w:pPr>
        <w:pStyle w:val="Textbezslovn"/>
      </w:pPr>
      <w:r w:rsidRPr="00C47B00"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0E6242A6" w14:textId="77777777" w:rsidR="009C4EEA" w:rsidRPr="00C47B00" w:rsidRDefault="009C4EEA" w:rsidP="0004755D">
      <w:pPr>
        <w:pStyle w:val="Textbezslovn"/>
        <w:keepNext/>
        <w:spacing w:after="0"/>
        <w:jc w:val="left"/>
        <w:rPr>
          <w:rStyle w:val="Tun"/>
        </w:rPr>
      </w:pPr>
      <w:r w:rsidRPr="00C47B00">
        <w:rPr>
          <w:rStyle w:val="Tun"/>
        </w:rPr>
        <w:t>Správa železnic, státní organizace</w:t>
      </w:r>
    </w:p>
    <w:p w14:paraId="6AA39319" w14:textId="77777777" w:rsidR="009C4EEA" w:rsidRPr="00C47B00" w:rsidRDefault="009C4EEA" w:rsidP="0004755D">
      <w:pPr>
        <w:pStyle w:val="Textbezslovn"/>
        <w:keepNext/>
        <w:spacing w:after="0"/>
        <w:jc w:val="left"/>
        <w:rPr>
          <w:rStyle w:val="Tun"/>
        </w:rPr>
      </w:pPr>
      <w:r w:rsidRPr="00C47B00">
        <w:rPr>
          <w:rStyle w:val="Tun"/>
        </w:rPr>
        <w:t xml:space="preserve">Centrum telematiky a diagnostiky </w:t>
      </w:r>
    </w:p>
    <w:p w14:paraId="204F1A26" w14:textId="77777777" w:rsidR="009C4EEA" w:rsidRPr="00C47B00" w:rsidRDefault="009C4EEA" w:rsidP="0004755D">
      <w:pPr>
        <w:pStyle w:val="Textbezslovn"/>
        <w:keepNext/>
        <w:spacing w:after="0"/>
        <w:jc w:val="left"/>
        <w:rPr>
          <w:b/>
        </w:rPr>
      </w:pPr>
      <w:r w:rsidRPr="00C47B00">
        <w:rPr>
          <w:b/>
        </w:rPr>
        <w:t>Oddělení dokumentace a distribuce tiskových materiálů</w:t>
      </w:r>
    </w:p>
    <w:p w14:paraId="15AAE525" w14:textId="77777777" w:rsidR="009C4EEA" w:rsidRPr="00C47B00" w:rsidRDefault="009C4EEA" w:rsidP="0004755D">
      <w:pPr>
        <w:pStyle w:val="Textbezslovn"/>
        <w:keepNext/>
        <w:spacing w:after="0"/>
        <w:jc w:val="left"/>
      </w:pPr>
      <w:r w:rsidRPr="00C47B00">
        <w:t>Jeremenkova 103/23</w:t>
      </w:r>
    </w:p>
    <w:p w14:paraId="58257EE7" w14:textId="77777777" w:rsidR="009C4EEA" w:rsidRPr="00C47B00" w:rsidRDefault="009C4EEA" w:rsidP="0004755D">
      <w:pPr>
        <w:pStyle w:val="Textbezslovn"/>
        <w:jc w:val="left"/>
      </w:pPr>
      <w:r w:rsidRPr="00C47B00">
        <w:t>779 00 Olomouc</w:t>
      </w:r>
    </w:p>
    <w:p w14:paraId="3182422E" w14:textId="77777777" w:rsidR="009C4EEA" w:rsidRPr="00C47B00" w:rsidRDefault="009C4EEA" w:rsidP="0004755D">
      <w:pPr>
        <w:pStyle w:val="Textbezslovn"/>
        <w:jc w:val="left"/>
      </w:pPr>
      <w:r w:rsidRPr="00C47B00">
        <w:t xml:space="preserve">nebo e-mail: </w:t>
      </w:r>
      <w:r w:rsidRPr="00C47B00">
        <w:rPr>
          <w:rStyle w:val="Tun"/>
        </w:rPr>
        <w:t>typdok@tudc.cz</w:t>
      </w:r>
    </w:p>
    <w:p w14:paraId="6D31A584" w14:textId="77777777" w:rsidR="009C4EEA" w:rsidRPr="00C47B00" w:rsidRDefault="009C4EEA" w:rsidP="0031738F">
      <w:pPr>
        <w:pStyle w:val="Textbezslovn"/>
        <w:spacing w:after="0"/>
      </w:pPr>
      <w:r w:rsidRPr="00C47B00">
        <w:t>kontaktní osoba: paní Jarmila Strnadová, tel.: 972 742 396, mobil: 725 039 782</w:t>
      </w:r>
    </w:p>
    <w:p w14:paraId="24A7ABBF" w14:textId="77777777" w:rsidR="009C4EEA" w:rsidRDefault="009C4EEA" w:rsidP="0004755D">
      <w:pPr>
        <w:pStyle w:val="Textbezslovn"/>
        <w:jc w:val="left"/>
      </w:pPr>
      <w:r w:rsidRPr="00C47B00">
        <w:t>Ceníky: https://typdok.tudc.cz/</w:t>
      </w:r>
    </w:p>
    <w:p w14:paraId="4F747C5A" w14:textId="77777777" w:rsidR="00DF7BAA" w:rsidRDefault="00DF7BAA" w:rsidP="0004755D">
      <w:pPr>
        <w:pStyle w:val="Nadpis2-1"/>
      </w:pPr>
      <w:bookmarkStart w:id="49" w:name="_Toc6410462"/>
      <w:bookmarkStart w:id="50" w:name="_Toc73020273"/>
      <w:r>
        <w:t>PŘÍLOHY</w:t>
      </w:r>
      <w:bookmarkEnd w:id="49"/>
      <w:bookmarkEnd w:id="50"/>
    </w:p>
    <w:p w14:paraId="42D36ADA" w14:textId="7D5E134C" w:rsidR="00DF7BAA" w:rsidRDefault="00246302" w:rsidP="0031738F">
      <w:pPr>
        <w:pStyle w:val="Odrka1-2-"/>
      </w:pPr>
      <w:r w:rsidRPr="00246302">
        <w:t>Závazné stanovisko - D48 Nošovice, most na trati 322</w:t>
      </w:r>
      <w:r>
        <w:t xml:space="preserve"> Ministerstvo dopravy </w:t>
      </w:r>
      <w:proofErr w:type="gramStart"/>
      <w:r>
        <w:t>č.j.</w:t>
      </w:r>
      <w:proofErr w:type="gramEnd"/>
      <w:r>
        <w:t xml:space="preserve">: </w:t>
      </w:r>
      <w:r w:rsidRPr="00246302">
        <w:t>1034/2020-910-IPK/6</w:t>
      </w:r>
      <w:r>
        <w:t xml:space="preserve"> ze dne 11.11.2020</w:t>
      </w:r>
      <w:r w:rsidR="00521DB1">
        <w:t xml:space="preserve"> (viz dokladová část DSP)</w:t>
      </w:r>
    </w:p>
    <w:p w14:paraId="5C665D76" w14:textId="686C5235" w:rsidR="00246302" w:rsidRDefault="00246302" w:rsidP="0004755D">
      <w:pPr>
        <w:pStyle w:val="Odrka1-2-"/>
        <w:jc w:val="left"/>
      </w:pPr>
      <w:r>
        <w:t xml:space="preserve">Ověřená situace C.3 – MD </w:t>
      </w:r>
      <w:proofErr w:type="gramStart"/>
      <w:r>
        <w:t>č.j.</w:t>
      </w:r>
      <w:proofErr w:type="gramEnd"/>
      <w:r>
        <w:t xml:space="preserve"> 1034/2020-910-IPK/6</w:t>
      </w:r>
      <w:r w:rsidR="00521DB1">
        <w:t xml:space="preserve"> (viz dokladová část DSP)</w:t>
      </w:r>
    </w:p>
    <w:p w14:paraId="43B70516" w14:textId="77777777" w:rsidR="00DF7BAA" w:rsidRPr="00DF7BAA" w:rsidRDefault="00DF7BAA" w:rsidP="0004755D">
      <w:pPr>
        <w:pStyle w:val="Textbezodsazen"/>
        <w:jc w:val="left"/>
      </w:pPr>
    </w:p>
    <w:bookmarkEnd w:id="5"/>
    <w:bookmarkEnd w:id="6"/>
    <w:bookmarkEnd w:id="7"/>
    <w:bookmarkEnd w:id="8"/>
    <w:bookmarkEnd w:id="9"/>
    <w:p w14:paraId="5F4AF94D" w14:textId="77777777" w:rsidR="002B6B58" w:rsidRDefault="002B6B58" w:rsidP="0004755D">
      <w:pPr>
        <w:pStyle w:val="Textbezodsazen"/>
        <w:jc w:val="left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DE60F" w14:textId="77777777" w:rsidR="00045F29" w:rsidRDefault="00045F29" w:rsidP="00962258">
      <w:pPr>
        <w:spacing w:after="0" w:line="240" w:lineRule="auto"/>
      </w:pPr>
      <w:r>
        <w:separator/>
      </w:r>
    </w:p>
  </w:endnote>
  <w:endnote w:type="continuationSeparator" w:id="0">
    <w:p w14:paraId="1F159C06" w14:textId="77777777" w:rsidR="00045F29" w:rsidRDefault="00045F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B5CAB" w:rsidRPr="003462EB" w14:paraId="6F9E85A4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CD64BAF" w14:textId="69A0BE59" w:rsidR="005B5CAB" w:rsidRPr="00B8518B" w:rsidRDefault="005B5CA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00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00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2251AA" w14:textId="3676AD89" w:rsidR="005B5CAB" w:rsidRPr="003462EB" w:rsidRDefault="007047A6" w:rsidP="003462EB">
          <w:pPr>
            <w:pStyle w:val="Zpatvlevo"/>
          </w:pPr>
          <w:fldSimple w:instr=" STYLEREF  _Název_akce  \* MERGEFORMAT ">
            <w:r w:rsidR="008D0009">
              <w:rPr>
                <w:noProof/>
              </w:rPr>
              <w:t>Rekonstrukce mostu v km 118,646 trati Frýdek-Místek - Český Těšín</w:t>
            </w:r>
          </w:fldSimple>
        </w:p>
        <w:p w14:paraId="23A3BF7A" w14:textId="77777777" w:rsidR="005B5CAB" w:rsidRDefault="005B5CAB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5BF56131" w14:textId="77777777" w:rsidR="005B5CAB" w:rsidRPr="003462EB" w:rsidRDefault="005B5CAB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F79D38C" w14:textId="77777777" w:rsidR="005B5CAB" w:rsidRPr="00614E71" w:rsidRDefault="005B5CAB">
    <w:pPr>
      <w:pStyle w:val="Zpat"/>
      <w:rPr>
        <w:sz w:val="2"/>
        <w:szCs w:val="2"/>
      </w:rPr>
    </w:pPr>
  </w:p>
  <w:p w14:paraId="6FB57C25" w14:textId="77777777" w:rsidR="005B5CAB" w:rsidRDefault="005B5C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B5CAB" w:rsidRPr="009E09BE" w14:paraId="53890DA7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6D94EC2" w14:textId="225075EE" w:rsidR="005B5CAB" w:rsidRDefault="007047A6" w:rsidP="003B111D">
          <w:pPr>
            <w:pStyle w:val="Zpatvpravo"/>
          </w:pPr>
          <w:fldSimple w:instr=" STYLEREF  _Název_akce  \* MERGEFORMAT ">
            <w:r w:rsidR="008D0009">
              <w:rPr>
                <w:noProof/>
              </w:rPr>
              <w:t>Rekonstrukce mostu v km 118,646 trati Frýdek-Místek - Český Těšín</w:t>
            </w:r>
          </w:fldSimple>
        </w:p>
        <w:p w14:paraId="39AF5F50" w14:textId="77777777" w:rsidR="005B5CAB" w:rsidRDefault="005B5CAB" w:rsidP="003B111D">
          <w:pPr>
            <w:pStyle w:val="Zpatvpravo"/>
          </w:pPr>
          <w:r>
            <w:t>Příloha č. 2 c)</w:t>
          </w:r>
        </w:p>
        <w:p w14:paraId="17E85D0D" w14:textId="77777777" w:rsidR="005B5CAB" w:rsidRPr="003462EB" w:rsidRDefault="005B5CAB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8467F28" w14:textId="434B3512" w:rsidR="005B5CAB" w:rsidRPr="009E09BE" w:rsidRDefault="005B5CA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00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00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BDD9DA1" w14:textId="77777777" w:rsidR="005B5CAB" w:rsidRPr="00B8518B" w:rsidRDefault="005B5CA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4E278" w14:textId="77777777" w:rsidR="005B5CAB" w:rsidRPr="00B8518B" w:rsidRDefault="005B5CAB" w:rsidP="00460660">
    <w:pPr>
      <w:pStyle w:val="Zpat"/>
      <w:rPr>
        <w:sz w:val="2"/>
        <w:szCs w:val="2"/>
      </w:rPr>
    </w:pPr>
  </w:p>
  <w:p w14:paraId="4350E372" w14:textId="77777777" w:rsidR="005B5CAB" w:rsidRDefault="005B5CAB" w:rsidP="00757290">
    <w:pPr>
      <w:pStyle w:val="Zpatvlevo"/>
      <w:rPr>
        <w:rFonts w:cs="Calibri"/>
        <w:szCs w:val="12"/>
      </w:rPr>
    </w:pPr>
  </w:p>
  <w:p w14:paraId="11325BB1" w14:textId="77777777" w:rsidR="005B5CAB" w:rsidRDefault="005B5CAB" w:rsidP="00757290">
    <w:pPr>
      <w:pStyle w:val="Zpatvlevo"/>
    </w:pPr>
  </w:p>
  <w:p w14:paraId="5E9B8053" w14:textId="77777777" w:rsidR="005B5CAB" w:rsidRPr="00460660" w:rsidRDefault="005B5CA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27783" w14:textId="77777777" w:rsidR="00045F29" w:rsidRDefault="00045F29" w:rsidP="00962258">
      <w:pPr>
        <w:spacing w:after="0" w:line="240" w:lineRule="auto"/>
      </w:pPr>
      <w:r>
        <w:separator/>
      </w:r>
    </w:p>
  </w:footnote>
  <w:footnote w:type="continuationSeparator" w:id="0">
    <w:p w14:paraId="67D6BE67" w14:textId="77777777" w:rsidR="00045F29" w:rsidRDefault="00045F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5CAB" w14:paraId="3C92EA3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45CDEE" w14:textId="77777777" w:rsidR="005B5CAB" w:rsidRPr="00B8518B" w:rsidRDefault="005B5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A064B" w14:textId="77777777" w:rsidR="005B5CAB" w:rsidRDefault="005B5CA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CF7815F" wp14:editId="6E2AFED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6D03520" w14:textId="77777777" w:rsidR="005B5CAB" w:rsidRPr="00D6163D" w:rsidRDefault="005B5CAB" w:rsidP="00FC6389">
          <w:pPr>
            <w:pStyle w:val="Druhdokumentu"/>
          </w:pPr>
        </w:p>
      </w:tc>
    </w:tr>
    <w:tr w:rsidR="005B5CAB" w14:paraId="2CC9472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2FEE6F" w14:textId="77777777" w:rsidR="005B5CAB" w:rsidRPr="00B8518B" w:rsidRDefault="005B5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DB09D8" w14:textId="77777777" w:rsidR="005B5CAB" w:rsidRDefault="005B5CA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6155E22" w14:textId="77777777" w:rsidR="005B5CAB" w:rsidRPr="00D6163D" w:rsidRDefault="005B5CAB" w:rsidP="00FC6389">
          <w:pPr>
            <w:pStyle w:val="Druhdokumentu"/>
          </w:pPr>
        </w:p>
      </w:tc>
    </w:tr>
  </w:tbl>
  <w:p w14:paraId="40BC3089" w14:textId="77777777" w:rsidR="005B5CAB" w:rsidRPr="00D6163D" w:rsidRDefault="005B5CAB" w:rsidP="00FC6389">
    <w:pPr>
      <w:pStyle w:val="Zhlav"/>
      <w:rPr>
        <w:sz w:val="8"/>
        <w:szCs w:val="8"/>
      </w:rPr>
    </w:pPr>
  </w:p>
  <w:p w14:paraId="0E9ED189" w14:textId="77777777" w:rsidR="005B5CAB" w:rsidRPr="00460660" w:rsidRDefault="005B5C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23808C6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256D0148"/>
    <w:multiLevelType w:val="multilevel"/>
    <w:tmpl w:val="BCE8AE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1597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532201C3"/>
    <w:multiLevelType w:val="multilevel"/>
    <w:tmpl w:val="7B5E2DC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4308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446"/>
        </w:tabs>
        <w:ind w:left="1446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410"/>
        </w:tabs>
        <w:ind w:left="2410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76"/>
        </w:tabs>
        <w:ind w:left="1446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76"/>
        </w:tabs>
        <w:ind w:left="1446" w:hanging="737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14"/>
  </w:num>
  <w:num w:numId="16">
    <w:abstractNumId w:val="0"/>
  </w:num>
  <w:num w:numId="17">
    <w:abstractNumId w:val="6"/>
  </w:num>
  <w:num w:numId="18">
    <w:abstractNumId w:val="10"/>
  </w:num>
  <w:num w:numId="19">
    <w:abstractNumId w:val="8"/>
  </w:num>
  <w:num w:numId="20">
    <w:abstractNumId w:val="8"/>
  </w:num>
  <w:num w:numId="21">
    <w:abstractNumId w:val="5"/>
  </w:num>
  <w:num w:numId="22">
    <w:abstractNumId w:val="9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AF"/>
    <w:rsid w:val="00003E27"/>
    <w:rsid w:val="00005B8A"/>
    <w:rsid w:val="00012EC4"/>
    <w:rsid w:val="000145C8"/>
    <w:rsid w:val="000157A1"/>
    <w:rsid w:val="0001744E"/>
    <w:rsid w:val="00017F3C"/>
    <w:rsid w:val="00021D3A"/>
    <w:rsid w:val="00022FA5"/>
    <w:rsid w:val="00041EC8"/>
    <w:rsid w:val="00045F29"/>
    <w:rsid w:val="0004755D"/>
    <w:rsid w:val="0005044E"/>
    <w:rsid w:val="00054FC6"/>
    <w:rsid w:val="000566F0"/>
    <w:rsid w:val="0006465A"/>
    <w:rsid w:val="0006588D"/>
    <w:rsid w:val="00067A5E"/>
    <w:rsid w:val="000700DC"/>
    <w:rsid w:val="0007125C"/>
    <w:rsid w:val="000719BB"/>
    <w:rsid w:val="00072A65"/>
    <w:rsid w:val="00072C1E"/>
    <w:rsid w:val="000742F5"/>
    <w:rsid w:val="000768BE"/>
    <w:rsid w:val="00076B14"/>
    <w:rsid w:val="0008461A"/>
    <w:rsid w:val="0009438C"/>
    <w:rsid w:val="0009731D"/>
    <w:rsid w:val="000A2B28"/>
    <w:rsid w:val="000A503C"/>
    <w:rsid w:val="000A6E75"/>
    <w:rsid w:val="000B0ACB"/>
    <w:rsid w:val="000B408F"/>
    <w:rsid w:val="000B4EB8"/>
    <w:rsid w:val="000C41F2"/>
    <w:rsid w:val="000C61FE"/>
    <w:rsid w:val="000D22C4"/>
    <w:rsid w:val="000D27D1"/>
    <w:rsid w:val="000E1A7F"/>
    <w:rsid w:val="000E4E36"/>
    <w:rsid w:val="000E6DF3"/>
    <w:rsid w:val="000F15F1"/>
    <w:rsid w:val="00103B38"/>
    <w:rsid w:val="00104CC3"/>
    <w:rsid w:val="0010600C"/>
    <w:rsid w:val="00112864"/>
    <w:rsid w:val="00114472"/>
    <w:rsid w:val="00114988"/>
    <w:rsid w:val="00114DE9"/>
    <w:rsid w:val="00115069"/>
    <w:rsid w:val="001150F2"/>
    <w:rsid w:val="00116639"/>
    <w:rsid w:val="0012299E"/>
    <w:rsid w:val="00130E62"/>
    <w:rsid w:val="00140433"/>
    <w:rsid w:val="00146BCB"/>
    <w:rsid w:val="0015027B"/>
    <w:rsid w:val="00153B6C"/>
    <w:rsid w:val="00162A7C"/>
    <w:rsid w:val="001656A2"/>
    <w:rsid w:val="00170EC5"/>
    <w:rsid w:val="001747C1"/>
    <w:rsid w:val="001770DE"/>
    <w:rsid w:val="00177D6B"/>
    <w:rsid w:val="001860E7"/>
    <w:rsid w:val="00191F90"/>
    <w:rsid w:val="00197D96"/>
    <w:rsid w:val="001A3B3C"/>
    <w:rsid w:val="001A649E"/>
    <w:rsid w:val="001B235C"/>
    <w:rsid w:val="001B396B"/>
    <w:rsid w:val="001B4180"/>
    <w:rsid w:val="001B4E74"/>
    <w:rsid w:val="001B6316"/>
    <w:rsid w:val="001B7668"/>
    <w:rsid w:val="001C645F"/>
    <w:rsid w:val="001D39DE"/>
    <w:rsid w:val="001D6757"/>
    <w:rsid w:val="001E678E"/>
    <w:rsid w:val="002007BA"/>
    <w:rsid w:val="002038C9"/>
    <w:rsid w:val="002071BB"/>
    <w:rsid w:val="00207DF5"/>
    <w:rsid w:val="00217827"/>
    <w:rsid w:val="0022408D"/>
    <w:rsid w:val="00224E36"/>
    <w:rsid w:val="00232000"/>
    <w:rsid w:val="00233B31"/>
    <w:rsid w:val="00240B81"/>
    <w:rsid w:val="00240E11"/>
    <w:rsid w:val="00246302"/>
    <w:rsid w:val="00247D01"/>
    <w:rsid w:val="0025030F"/>
    <w:rsid w:val="00250479"/>
    <w:rsid w:val="00250AAA"/>
    <w:rsid w:val="002548B5"/>
    <w:rsid w:val="00261A5B"/>
    <w:rsid w:val="00262E5B"/>
    <w:rsid w:val="00264D52"/>
    <w:rsid w:val="002723B9"/>
    <w:rsid w:val="00276AFE"/>
    <w:rsid w:val="00284B84"/>
    <w:rsid w:val="00286B2D"/>
    <w:rsid w:val="0029043F"/>
    <w:rsid w:val="002944A6"/>
    <w:rsid w:val="00294711"/>
    <w:rsid w:val="002A3B57"/>
    <w:rsid w:val="002A6E05"/>
    <w:rsid w:val="002B6B58"/>
    <w:rsid w:val="002C1924"/>
    <w:rsid w:val="002C31BF"/>
    <w:rsid w:val="002C4380"/>
    <w:rsid w:val="002C4506"/>
    <w:rsid w:val="002D2102"/>
    <w:rsid w:val="002D5B86"/>
    <w:rsid w:val="002D7FD6"/>
    <w:rsid w:val="002E0CD7"/>
    <w:rsid w:val="002E0CFB"/>
    <w:rsid w:val="002E5C7B"/>
    <w:rsid w:val="002E6D26"/>
    <w:rsid w:val="002F31F1"/>
    <w:rsid w:val="002F4333"/>
    <w:rsid w:val="00304DAF"/>
    <w:rsid w:val="00307207"/>
    <w:rsid w:val="003130A4"/>
    <w:rsid w:val="0031738F"/>
    <w:rsid w:val="003229ED"/>
    <w:rsid w:val="003254A3"/>
    <w:rsid w:val="00327EEF"/>
    <w:rsid w:val="0033239F"/>
    <w:rsid w:val="00334918"/>
    <w:rsid w:val="003418A3"/>
    <w:rsid w:val="0034274B"/>
    <w:rsid w:val="003432EF"/>
    <w:rsid w:val="0034547A"/>
    <w:rsid w:val="003462EB"/>
    <w:rsid w:val="0034719F"/>
    <w:rsid w:val="00350A35"/>
    <w:rsid w:val="00355002"/>
    <w:rsid w:val="0035705E"/>
    <w:rsid w:val="003571D8"/>
    <w:rsid w:val="00357BC6"/>
    <w:rsid w:val="00361422"/>
    <w:rsid w:val="003729DD"/>
    <w:rsid w:val="0037545D"/>
    <w:rsid w:val="00376246"/>
    <w:rsid w:val="00386FF1"/>
    <w:rsid w:val="00392EB6"/>
    <w:rsid w:val="003956C6"/>
    <w:rsid w:val="003B111D"/>
    <w:rsid w:val="003B2407"/>
    <w:rsid w:val="003C33F2"/>
    <w:rsid w:val="003C6679"/>
    <w:rsid w:val="003C7295"/>
    <w:rsid w:val="003D0D51"/>
    <w:rsid w:val="003D1AEB"/>
    <w:rsid w:val="003D3906"/>
    <w:rsid w:val="003D756E"/>
    <w:rsid w:val="003D7905"/>
    <w:rsid w:val="003E2851"/>
    <w:rsid w:val="003E29C0"/>
    <w:rsid w:val="003E420D"/>
    <w:rsid w:val="003E4C13"/>
    <w:rsid w:val="003E6993"/>
    <w:rsid w:val="003E735B"/>
    <w:rsid w:val="003F64A7"/>
    <w:rsid w:val="004026CB"/>
    <w:rsid w:val="00404F88"/>
    <w:rsid w:val="004078F3"/>
    <w:rsid w:val="00412D61"/>
    <w:rsid w:val="0042279F"/>
    <w:rsid w:val="0042581E"/>
    <w:rsid w:val="00427794"/>
    <w:rsid w:val="00431B09"/>
    <w:rsid w:val="00442257"/>
    <w:rsid w:val="00442E80"/>
    <w:rsid w:val="004461DF"/>
    <w:rsid w:val="00450F07"/>
    <w:rsid w:val="00453CD3"/>
    <w:rsid w:val="00460660"/>
    <w:rsid w:val="00463BD5"/>
    <w:rsid w:val="00464BA9"/>
    <w:rsid w:val="00464D4A"/>
    <w:rsid w:val="004716C4"/>
    <w:rsid w:val="004725AC"/>
    <w:rsid w:val="0047647C"/>
    <w:rsid w:val="004800F3"/>
    <w:rsid w:val="0048341C"/>
    <w:rsid w:val="00483969"/>
    <w:rsid w:val="00486107"/>
    <w:rsid w:val="004877A7"/>
    <w:rsid w:val="0049107E"/>
    <w:rsid w:val="00491827"/>
    <w:rsid w:val="00497800"/>
    <w:rsid w:val="004B55E0"/>
    <w:rsid w:val="004B7997"/>
    <w:rsid w:val="004C3255"/>
    <w:rsid w:val="004C4399"/>
    <w:rsid w:val="004C787C"/>
    <w:rsid w:val="004D7D8C"/>
    <w:rsid w:val="004D7F77"/>
    <w:rsid w:val="004E7A1F"/>
    <w:rsid w:val="004F4085"/>
    <w:rsid w:val="004F4B9B"/>
    <w:rsid w:val="004F70CD"/>
    <w:rsid w:val="00500C8E"/>
    <w:rsid w:val="005044A4"/>
    <w:rsid w:val="0050666E"/>
    <w:rsid w:val="00511AB9"/>
    <w:rsid w:val="00513099"/>
    <w:rsid w:val="00515137"/>
    <w:rsid w:val="00521DB1"/>
    <w:rsid w:val="00523BB5"/>
    <w:rsid w:val="00523EA7"/>
    <w:rsid w:val="00525187"/>
    <w:rsid w:val="0052735A"/>
    <w:rsid w:val="00531CB9"/>
    <w:rsid w:val="005403D3"/>
    <w:rsid w:val="005406EB"/>
    <w:rsid w:val="00545AD1"/>
    <w:rsid w:val="00552966"/>
    <w:rsid w:val="00553375"/>
    <w:rsid w:val="00555884"/>
    <w:rsid w:val="00571E9D"/>
    <w:rsid w:val="005736B7"/>
    <w:rsid w:val="00575E5A"/>
    <w:rsid w:val="00580245"/>
    <w:rsid w:val="0058742A"/>
    <w:rsid w:val="00587CA4"/>
    <w:rsid w:val="00590B8A"/>
    <w:rsid w:val="005A1F44"/>
    <w:rsid w:val="005B5CAB"/>
    <w:rsid w:val="005C4F2D"/>
    <w:rsid w:val="005D3C39"/>
    <w:rsid w:val="005D7706"/>
    <w:rsid w:val="005D7B60"/>
    <w:rsid w:val="005E0049"/>
    <w:rsid w:val="005E1267"/>
    <w:rsid w:val="00601A8C"/>
    <w:rsid w:val="0060289C"/>
    <w:rsid w:val="0061068E"/>
    <w:rsid w:val="006115D3"/>
    <w:rsid w:val="00613D3A"/>
    <w:rsid w:val="006149D2"/>
    <w:rsid w:val="00614E71"/>
    <w:rsid w:val="00615F81"/>
    <w:rsid w:val="006208DF"/>
    <w:rsid w:val="00645371"/>
    <w:rsid w:val="006470D5"/>
    <w:rsid w:val="00655976"/>
    <w:rsid w:val="0065610E"/>
    <w:rsid w:val="006606DB"/>
    <w:rsid w:val="00660AD3"/>
    <w:rsid w:val="00662818"/>
    <w:rsid w:val="006776B6"/>
    <w:rsid w:val="0069136C"/>
    <w:rsid w:val="00693150"/>
    <w:rsid w:val="006944CC"/>
    <w:rsid w:val="006A019B"/>
    <w:rsid w:val="006A5570"/>
    <w:rsid w:val="006A689C"/>
    <w:rsid w:val="006A747D"/>
    <w:rsid w:val="006B13A8"/>
    <w:rsid w:val="006B2318"/>
    <w:rsid w:val="006B3D79"/>
    <w:rsid w:val="006B3E78"/>
    <w:rsid w:val="006B6ADC"/>
    <w:rsid w:val="006B6FE4"/>
    <w:rsid w:val="006C16E1"/>
    <w:rsid w:val="006C2343"/>
    <w:rsid w:val="006C26FF"/>
    <w:rsid w:val="006C31D3"/>
    <w:rsid w:val="006C442A"/>
    <w:rsid w:val="006E0578"/>
    <w:rsid w:val="006E314D"/>
    <w:rsid w:val="006E49A3"/>
    <w:rsid w:val="006F455E"/>
    <w:rsid w:val="006F70E0"/>
    <w:rsid w:val="007020E6"/>
    <w:rsid w:val="007047A6"/>
    <w:rsid w:val="00710723"/>
    <w:rsid w:val="0071361D"/>
    <w:rsid w:val="00720802"/>
    <w:rsid w:val="00723ED1"/>
    <w:rsid w:val="00733AD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060E"/>
    <w:rsid w:val="00780AAF"/>
    <w:rsid w:val="007846E1"/>
    <w:rsid w:val="007847D6"/>
    <w:rsid w:val="00797BF3"/>
    <w:rsid w:val="007A0C2B"/>
    <w:rsid w:val="007A202B"/>
    <w:rsid w:val="007A5172"/>
    <w:rsid w:val="007A67A0"/>
    <w:rsid w:val="007A7D7C"/>
    <w:rsid w:val="007B133E"/>
    <w:rsid w:val="007B570C"/>
    <w:rsid w:val="007D3759"/>
    <w:rsid w:val="007E0E61"/>
    <w:rsid w:val="007E4A6E"/>
    <w:rsid w:val="007F56A7"/>
    <w:rsid w:val="00800851"/>
    <w:rsid w:val="0080171C"/>
    <w:rsid w:val="008028FD"/>
    <w:rsid w:val="008034E2"/>
    <w:rsid w:val="00803BF3"/>
    <w:rsid w:val="00807DD0"/>
    <w:rsid w:val="00810E5C"/>
    <w:rsid w:val="00814696"/>
    <w:rsid w:val="00814C9F"/>
    <w:rsid w:val="00816930"/>
    <w:rsid w:val="00821D01"/>
    <w:rsid w:val="00826B7B"/>
    <w:rsid w:val="0083197D"/>
    <w:rsid w:val="00834146"/>
    <w:rsid w:val="0084547F"/>
    <w:rsid w:val="00846789"/>
    <w:rsid w:val="00877C72"/>
    <w:rsid w:val="0088200B"/>
    <w:rsid w:val="00887F36"/>
    <w:rsid w:val="00890A4F"/>
    <w:rsid w:val="008950D6"/>
    <w:rsid w:val="00895D76"/>
    <w:rsid w:val="008A01EA"/>
    <w:rsid w:val="008A23C0"/>
    <w:rsid w:val="008A3568"/>
    <w:rsid w:val="008A3ACD"/>
    <w:rsid w:val="008A4FE4"/>
    <w:rsid w:val="008B2B40"/>
    <w:rsid w:val="008B391B"/>
    <w:rsid w:val="008B588F"/>
    <w:rsid w:val="008C24A8"/>
    <w:rsid w:val="008C50F3"/>
    <w:rsid w:val="008C51A4"/>
    <w:rsid w:val="008C7EFE"/>
    <w:rsid w:val="008D0009"/>
    <w:rsid w:val="008D03B9"/>
    <w:rsid w:val="008D2896"/>
    <w:rsid w:val="008D30C7"/>
    <w:rsid w:val="008D366C"/>
    <w:rsid w:val="008E54C8"/>
    <w:rsid w:val="008F18D6"/>
    <w:rsid w:val="008F2C9B"/>
    <w:rsid w:val="008F35FE"/>
    <w:rsid w:val="008F5567"/>
    <w:rsid w:val="008F797B"/>
    <w:rsid w:val="009007FA"/>
    <w:rsid w:val="00904780"/>
    <w:rsid w:val="00904CC9"/>
    <w:rsid w:val="0090635B"/>
    <w:rsid w:val="009143AD"/>
    <w:rsid w:val="00914F81"/>
    <w:rsid w:val="00922385"/>
    <w:rsid w:val="009223DF"/>
    <w:rsid w:val="009226C1"/>
    <w:rsid w:val="00923406"/>
    <w:rsid w:val="00930A9B"/>
    <w:rsid w:val="00936091"/>
    <w:rsid w:val="00936D2A"/>
    <w:rsid w:val="00940D8A"/>
    <w:rsid w:val="00950944"/>
    <w:rsid w:val="00957F1F"/>
    <w:rsid w:val="00962258"/>
    <w:rsid w:val="009678B7"/>
    <w:rsid w:val="00967D5C"/>
    <w:rsid w:val="0097239D"/>
    <w:rsid w:val="00980EEF"/>
    <w:rsid w:val="009860B0"/>
    <w:rsid w:val="009903C3"/>
    <w:rsid w:val="009920E1"/>
    <w:rsid w:val="00992D9C"/>
    <w:rsid w:val="00996CB8"/>
    <w:rsid w:val="009A404E"/>
    <w:rsid w:val="009B2E97"/>
    <w:rsid w:val="009B5146"/>
    <w:rsid w:val="009C234C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F22F0"/>
    <w:rsid w:val="009F25DD"/>
    <w:rsid w:val="009F309B"/>
    <w:rsid w:val="009F392E"/>
    <w:rsid w:val="009F52B4"/>
    <w:rsid w:val="009F53C5"/>
    <w:rsid w:val="00A04D7F"/>
    <w:rsid w:val="00A0740E"/>
    <w:rsid w:val="00A24629"/>
    <w:rsid w:val="00A36130"/>
    <w:rsid w:val="00A4050F"/>
    <w:rsid w:val="00A47B7A"/>
    <w:rsid w:val="00A50641"/>
    <w:rsid w:val="00A51307"/>
    <w:rsid w:val="00A51ACE"/>
    <w:rsid w:val="00A530BF"/>
    <w:rsid w:val="00A57686"/>
    <w:rsid w:val="00A6177B"/>
    <w:rsid w:val="00A62E74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62F5"/>
    <w:rsid w:val="00AC1F10"/>
    <w:rsid w:val="00AC3E83"/>
    <w:rsid w:val="00AC59BD"/>
    <w:rsid w:val="00AD056F"/>
    <w:rsid w:val="00AD0C7B"/>
    <w:rsid w:val="00AD38D0"/>
    <w:rsid w:val="00AD5F1A"/>
    <w:rsid w:val="00AD6731"/>
    <w:rsid w:val="00AF2E9E"/>
    <w:rsid w:val="00AF356A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227A7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875C7"/>
    <w:rsid w:val="00B93566"/>
    <w:rsid w:val="00B97CC3"/>
    <w:rsid w:val="00BA2F47"/>
    <w:rsid w:val="00BA3A1A"/>
    <w:rsid w:val="00BC0405"/>
    <w:rsid w:val="00BC06C4"/>
    <w:rsid w:val="00BC704F"/>
    <w:rsid w:val="00BD6C04"/>
    <w:rsid w:val="00BD76C3"/>
    <w:rsid w:val="00BD7E91"/>
    <w:rsid w:val="00BD7F0D"/>
    <w:rsid w:val="00BE06DC"/>
    <w:rsid w:val="00BF54FE"/>
    <w:rsid w:val="00BF6922"/>
    <w:rsid w:val="00C01A3A"/>
    <w:rsid w:val="00C02D0A"/>
    <w:rsid w:val="00C03A6E"/>
    <w:rsid w:val="00C04BCA"/>
    <w:rsid w:val="00C13860"/>
    <w:rsid w:val="00C21D2D"/>
    <w:rsid w:val="00C226C0"/>
    <w:rsid w:val="00C24A6A"/>
    <w:rsid w:val="00C30CA8"/>
    <w:rsid w:val="00C32FE2"/>
    <w:rsid w:val="00C42A70"/>
    <w:rsid w:val="00C42FE6"/>
    <w:rsid w:val="00C44F6A"/>
    <w:rsid w:val="00C47B00"/>
    <w:rsid w:val="00C51B48"/>
    <w:rsid w:val="00C6198E"/>
    <w:rsid w:val="00C708EA"/>
    <w:rsid w:val="00C71821"/>
    <w:rsid w:val="00C73385"/>
    <w:rsid w:val="00C74245"/>
    <w:rsid w:val="00C778A5"/>
    <w:rsid w:val="00C86957"/>
    <w:rsid w:val="00C93783"/>
    <w:rsid w:val="00C95162"/>
    <w:rsid w:val="00CB05FC"/>
    <w:rsid w:val="00CB6A37"/>
    <w:rsid w:val="00CB7684"/>
    <w:rsid w:val="00CC51D1"/>
    <w:rsid w:val="00CC7C8F"/>
    <w:rsid w:val="00CD1FC4"/>
    <w:rsid w:val="00D0273B"/>
    <w:rsid w:val="00D034A0"/>
    <w:rsid w:val="00D0732C"/>
    <w:rsid w:val="00D12C76"/>
    <w:rsid w:val="00D21061"/>
    <w:rsid w:val="00D24AE7"/>
    <w:rsid w:val="00D322B7"/>
    <w:rsid w:val="00D4108E"/>
    <w:rsid w:val="00D521D0"/>
    <w:rsid w:val="00D52D11"/>
    <w:rsid w:val="00D5795E"/>
    <w:rsid w:val="00D6163D"/>
    <w:rsid w:val="00D64BD5"/>
    <w:rsid w:val="00D71DB5"/>
    <w:rsid w:val="00D771F6"/>
    <w:rsid w:val="00D831A3"/>
    <w:rsid w:val="00D8421D"/>
    <w:rsid w:val="00D85204"/>
    <w:rsid w:val="00D90C8B"/>
    <w:rsid w:val="00D945B3"/>
    <w:rsid w:val="00D97BE3"/>
    <w:rsid w:val="00DA1C67"/>
    <w:rsid w:val="00DA27EA"/>
    <w:rsid w:val="00DA3711"/>
    <w:rsid w:val="00DB4475"/>
    <w:rsid w:val="00DB58AA"/>
    <w:rsid w:val="00DB6450"/>
    <w:rsid w:val="00DD46F3"/>
    <w:rsid w:val="00DE51A5"/>
    <w:rsid w:val="00DE56F2"/>
    <w:rsid w:val="00DF116D"/>
    <w:rsid w:val="00DF2F88"/>
    <w:rsid w:val="00DF4DDD"/>
    <w:rsid w:val="00DF7BAA"/>
    <w:rsid w:val="00E014A7"/>
    <w:rsid w:val="00E03018"/>
    <w:rsid w:val="00E03B03"/>
    <w:rsid w:val="00E04A7B"/>
    <w:rsid w:val="00E15D37"/>
    <w:rsid w:val="00E16FF7"/>
    <w:rsid w:val="00E1732F"/>
    <w:rsid w:val="00E2241A"/>
    <w:rsid w:val="00E26D68"/>
    <w:rsid w:val="00E3341A"/>
    <w:rsid w:val="00E44045"/>
    <w:rsid w:val="00E55DCB"/>
    <w:rsid w:val="00E618C4"/>
    <w:rsid w:val="00E6600B"/>
    <w:rsid w:val="00E67218"/>
    <w:rsid w:val="00E7218A"/>
    <w:rsid w:val="00E80551"/>
    <w:rsid w:val="00E84C3A"/>
    <w:rsid w:val="00E878EE"/>
    <w:rsid w:val="00E90588"/>
    <w:rsid w:val="00EA23AF"/>
    <w:rsid w:val="00EA4929"/>
    <w:rsid w:val="00EA69AC"/>
    <w:rsid w:val="00EA6A2E"/>
    <w:rsid w:val="00EA6EC7"/>
    <w:rsid w:val="00EB104F"/>
    <w:rsid w:val="00EB1EA8"/>
    <w:rsid w:val="00EB46E5"/>
    <w:rsid w:val="00EC17E0"/>
    <w:rsid w:val="00EC613E"/>
    <w:rsid w:val="00ED0703"/>
    <w:rsid w:val="00ED14BD"/>
    <w:rsid w:val="00ED6E02"/>
    <w:rsid w:val="00EF1373"/>
    <w:rsid w:val="00F016C7"/>
    <w:rsid w:val="00F11696"/>
    <w:rsid w:val="00F12DEC"/>
    <w:rsid w:val="00F1715C"/>
    <w:rsid w:val="00F310F8"/>
    <w:rsid w:val="00F35939"/>
    <w:rsid w:val="00F446CB"/>
    <w:rsid w:val="00F45607"/>
    <w:rsid w:val="00F4722B"/>
    <w:rsid w:val="00F54432"/>
    <w:rsid w:val="00F60DF5"/>
    <w:rsid w:val="00F659EB"/>
    <w:rsid w:val="00F66312"/>
    <w:rsid w:val="00F705D1"/>
    <w:rsid w:val="00F82B00"/>
    <w:rsid w:val="00F83AE6"/>
    <w:rsid w:val="00F84891"/>
    <w:rsid w:val="00F85B8B"/>
    <w:rsid w:val="00F86964"/>
    <w:rsid w:val="00F86BA6"/>
    <w:rsid w:val="00F8788B"/>
    <w:rsid w:val="00F97079"/>
    <w:rsid w:val="00FB445F"/>
    <w:rsid w:val="00FB5DE8"/>
    <w:rsid w:val="00FB6342"/>
    <w:rsid w:val="00FC6389"/>
    <w:rsid w:val="00FE5F22"/>
    <w:rsid w:val="00FE69DC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9D0CC"/>
  <w15:docId w15:val="{CD664F13-EEF0-42BB-AB45-746ACBA8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4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B2407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B240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B240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B2407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B2407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B240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B2407"/>
    <w:rPr>
      <w:rFonts w:ascii="Verdana" w:hAnsi="Verdana"/>
    </w:rPr>
  </w:style>
  <w:style w:type="paragraph" w:customStyle="1" w:styleId="Titul2">
    <w:name w:val="_Titul_2"/>
    <w:basedOn w:val="Normln"/>
    <w:qFormat/>
    <w:rsid w:val="003B240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B240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B240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B240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B240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B2407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B2407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B2407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B240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B240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B240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B2407"/>
    <w:rPr>
      <w:rFonts w:ascii="Verdana" w:hAnsi="Verdana"/>
    </w:rPr>
  </w:style>
  <w:style w:type="paragraph" w:customStyle="1" w:styleId="Odrka1-2-">
    <w:name w:val="_Odrážka_1-2_-"/>
    <w:basedOn w:val="Odrka1-1"/>
    <w:qFormat/>
    <w:rsid w:val="003B240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B240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B2407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B240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B240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B240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B2407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3B240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B240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B2407"/>
    <w:rPr>
      <w:rFonts w:ascii="Verdana" w:hAnsi="Verdana"/>
    </w:rPr>
  </w:style>
  <w:style w:type="paragraph" w:customStyle="1" w:styleId="Zkratky1">
    <w:name w:val="_Zkratky_1"/>
    <w:basedOn w:val="Normln"/>
    <w:qFormat/>
    <w:rsid w:val="003B240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B2407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B240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B240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B240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B240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B240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B240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B240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B240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B2407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B2407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B240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B2407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B240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B240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B2407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B2407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B240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B240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B240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B2407"/>
    <w:rPr>
      <w:sz w:val="16"/>
    </w:rPr>
  </w:style>
  <w:style w:type="paragraph" w:customStyle="1" w:styleId="Odrka1-5-">
    <w:name w:val="_Odrážka_1-5_-"/>
    <w:basedOn w:val="Odrka1-4"/>
    <w:qFormat/>
    <w:rsid w:val="00D12C76"/>
    <w:pPr>
      <w:numPr>
        <w:ilvl w:val="0"/>
        <w:numId w:val="0"/>
      </w:numPr>
      <w:tabs>
        <w:tab w:val="num" w:pos="2325"/>
      </w:tabs>
      <w:spacing w:after="40"/>
      <w:ind w:left="2325" w:hanging="284"/>
    </w:pPr>
  </w:style>
  <w:style w:type="paragraph" w:customStyle="1" w:styleId="Odstavec1-4a">
    <w:name w:val="_Odstavec_1-4_(a)"/>
    <w:basedOn w:val="Odstavec1-1a"/>
    <w:qFormat/>
    <w:rsid w:val="00D12C76"/>
    <w:pPr>
      <w:numPr>
        <w:numId w:val="0"/>
      </w:numPr>
      <w:tabs>
        <w:tab w:val="num" w:pos="2041"/>
      </w:tabs>
      <w:ind w:left="2041" w:hanging="340"/>
    </w:pPr>
  </w:style>
  <w:style w:type="table" w:customStyle="1" w:styleId="Mkatabulky1">
    <w:name w:val="Mřížka tabulky1"/>
    <w:basedOn w:val="Normlntabulka"/>
    <w:next w:val="Mkatabulky"/>
    <w:uiPriority w:val="59"/>
    <w:rsid w:val="000E6DF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acovn&#237;\V&#253;stavba%20PZS%20v%20km%2080,946%20(P7346)%20a%20rekonstrukce%20PZS%20V&#218;D%20p&#345;ejezdu%20P7347%20v%20km%2081,140%20trati%20Ova%20-%20Val.Mez\2021.02.09%20-%20&#381;&#225;dost%20na%20R\ZTP_R_VZOR_21020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294F6C3BB04DB6B21759FB22210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414FD-7A8E-4257-976B-8956985038C4}"/>
      </w:docPartPr>
      <w:docPartBody>
        <w:p w:rsidR="00961D55" w:rsidRDefault="003B622A">
          <w:pPr>
            <w:pStyle w:val="5A294F6C3BB04DB6B21759FB222105A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2A"/>
    <w:rsid w:val="00064ED5"/>
    <w:rsid w:val="000F33D2"/>
    <w:rsid w:val="001B0C77"/>
    <w:rsid w:val="0034480F"/>
    <w:rsid w:val="003B622A"/>
    <w:rsid w:val="0042050F"/>
    <w:rsid w:val="00495250"/>
    <w:rsid w:val="004C6B12"/>
    <w:rsid w:val="005374C7"/>
    <w:rsid w:val="005B0472"/>
    <w:rsid w:val="00961D55"/>
    <w:rsid w:val="009E3F51"/>
    <w:rsid w:val="00A067BA"/>
    <w:rsid w:val="00AA3CF7"/>
    <w:rsid w:val="00B20460"/>
    <w:rsid w:val="00B43716"/>
    <w:rsid w:val="00BE4CA8"/>
    <w:rsid w:val="00C634F9"/>
    <w:rsid w:val="00F1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A294F6C3BB04DB6B21759FB222105AB">
    <w:name w:val="5A294F6C3BB04DB6B21759FB22210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2183E4-84B8-405B-9DA3-DC2EB93F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ZTP_R_VZOR_210209</Template>
  <TotalTime>71</TotalTime>
  <Pages>9</Pages>
  <Words>2761</Words>
  <Characters>16291</Characters>
  <Application>Microsoft Office Word</Application>
  <DocSecurity>0</DocSecurity>
  <Lines>135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R_210209-B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R_210209-B</dc:title>
  <dc:creator>Šulák Richard, Ing.</dc:creator>
  <cp:lastModifiedBy>Mantuanelli Jana, Ing.</cp:lastModifiedBy>
  <cp:revision>8</cp:revision>
  <cp:lastPrinted>2021-04-01T08:41:00Z</cp:lastPrinted>
  <dcterms:created xsi:type="dcterms:W3CDTF">2021-05-27T13:11:00Z</dcterms:created>
  <dcterms:modified xsi:type="dcterms:W3CDTF">2021-06-09T12:21:00Z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